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EA8" w:rsidRPr="00BA43DA" w:rsidRDefault="00911EA8" w:rsidP="00B82534">
      <w:pPr>
        <w:spacing w:after="360"/>
        <w:jc w:val="center"/>
        <w:rPr>
          <w:rFonts w:ascii="Times New Roman" w:hAnsi="Times New Roman"/>
          <w:i/>
          <w:noProof/>
          <w:color w:val="000000"/>
          <w:sz w:val="28"/>
          <w:szCs w:val="28"/>
          <w:shd w:val="clear" w:color="auto" w:fill="FFFFFF"/>
          <w:lang w:eastAsia="ru-RU"/>
        </w:rPr>
      </w:pPr>
      <w:r w:rsidRPr="00291AA5">
        <w:rPr>
          <w:rFonts w:ascii="Times New Roman" w:hAnsi="Times New Roman"/>
          <w:i/>
          <w:noProof/>
          <w:color w:val="000000"/>
          <w:sz w:val="28"/>
          <w:szCs w:val="28"/>
          <w:shd w:val="clear" w:color="auto" w:fill="FFFFF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92.5pt;height:107.25pt;visibility:visible">
            <v:imagedata r:id="rId6" o:title=""/>
          </v:shape>
        </w:pict>
      </w:r>
    </w:p>
    <w:p w:rsidR="00911EA8" w:rsidRDefault="00911EA8" w:rsidP="00B82534">
      <w:pPr>
        <w:spacing w:after="0" w:line="360" w:lineRule="auto"/>
        <w:jc w:val="center"/>
        <w:rPr>
          <w:rFonts w:ascii="Times New Roman" w:hAnsi="Times New Roman"/>
          <w:caps/>
          <w:color w:val="000000"/>
          <w:sz w:val="32"/>
          <w:szCs w:val="32"/>
          <w:shd w:val="clear" w:color="auto" w:fill="FFFFFF"/>
        </w:rPr>
      </w:pPr>
      <w:r>
        <w:rPr>
          <w:rFonts w:ascii="Times New Roman" w:hAnsi="Times New Roman"/>
          <w:caps/>
          <w:color w:val="000000"/>
          <w:sz w:val="32"/>
          <w:szCs w:val="32"/>
          <w:shd w:val="clear" w:color="auto" w:fill="FFFFFF"/>
        </w:rPr>
        <w:t>ДонецкАЯ НароднАЯ РеспубликА</w:t>
      </w:r>
    </w:p>
    <w:p w:rsidR="00911EA8" w:rsidRPr="003A2891" w:rsidRDefault="00911EA8" w:rsidP="00B82534">
      <w:pPr>
        <w:autoSpaceDE w:val="0"/>
        <w:autoSpaceDN w:val="0"/>
        <w:adjustRightInd w:val="0"/>
        <w:spacing w:after="0"/>
        <w:jc w:val="center"/>
        <w:rPr>
          <w:rFonts w:ascii="Times New Roman" w:hAnsi="Times New Roman"/>
          <w:b/>
          <w:spacing w:val="80"/>
          <w:sz w:val="28"/>
          <w:szCs w:val="28"/>
        </w:rPr>
      </w:pPr>
      <w:r>
        <w:rPr>
          <w:rFonts w:ascii="Times New Roman" w:hAnsi="Times New Roman"/>
          <w:b/>
          <w:spacing w:val="80"/>
          <w:sz w:val="44"/>
        </w:rPr>
        <w:t>ЗАКОН</w:t>
      </w:r>
    </w:p>
    <w:p w:rsidR="00911EA8" w:rsidRPr="003A2891" w:rsidRDefault="00911EA8" w:rsidP="00B82534">
      <w:pPr>
        <w:autoSpaceDE w:val="0"/>
        <w:autoSpaceDN w:val="0"/>
        <w:adjustRightInd w:val="0"/>
        <w:spacing w:after="0"/>
        <w:jc w:val="center"/>
        <w:rPr>
          <w:rFonts w:ascii="Times New Roman" w:hAnsi="Times New Roman"/>
          <w:b/>
          <w:spacing w:val="80"/>
          <w:sz w:val="28"/>
          <w:szCs w:val="28"/>
        </w:rPr>
      </w:pPr>
    </w:p>
    <w:p w:rsidR="00911EA8" w:rsidRPr="003A2891" w:rsidRDefault="00911EA8" w:rsidP="00B82534">
      <w:pPr>
        <w:autoSpaceDE w:val="0"/>
        <w:autoSpaceDN w:val="0"/>
        <w:adjustRightInd w:val="0"/>
        <w:spacing w:after="0"/>
        <w:jc w:val="center"/>
        <w:rPr>
          <w:rFonts w:ascii="Times New Roman" w:hAnsi="Times New Roman"/>
          <w:b/>
          <w:spacing w:val="80"/>
          <w:sz w:val="28"/>
          <w:szCs w:val="28"/>
        </w:rPr>
      </w:pPr>
    </w:p>
    <w:p w:rsidR="00911EA8" w:rsidRDefault="00911EA8" w:rsidP="00B82534">
      <w:pPr>
        <w:spacing w:after="0"/>
        <w:jc w:val="center"/>
        <w:rPr>
          <w:rFonts w:ascii="Times New Roman" w:hAnsi="Times New Roman"/>
          <w:b/>
          <w:sz w:val="28"/>
          <w:szCs w:val="28"/>
        </w:rPr>
      </w:pPr>
      <w:r w:rsidRPr="003A2891">
        <w:rPr>
          <w:rFonts w:ascii="Times New Roman" w:hAnsi="Times New Roman"/>
          <w:b/>
          <w:sz w:val="28"/>
          <w:szCs w:val="28"/>
        </w:rPr>
        <w:t>О МИНИСТЕРСТВЕ ГОСУДАРСТВЕННОЙ БЕЗОПАСНОСТИ</w:t>
      </w:r>
    </w:p>
    <w:p w:rsidR="00911EA8" w:rsidRDefault="00911EA8" w:rsidP="00B82534">
      <w:pPr>
        <w:spacing w:after="0"/>
        <w:jc w:val="center"/>
        <w:rPr>
          <w:rFonts w:ascii="Times New Roman" w:hAnsi="Times New Roman"/>
          <w:b/>
          <w:sz w:val="28"/>
          <w:szCs w:val="28"/>
        </w:rPr>
      </w:pPr>
    </w:p>
    <w:p w:rsidR="00911EA8" w:rsidRPr="003A2891" w:rsidRDefault="00911EA8" w:rsidP="00B82534">
      <w:pPr>
        <w:spacing w:after="0"/>
        <w:jc w:val="center"/>
        <w:rPr>
          <w:rFonts w:ascii="Times New Roman" w:hAnsi="Times New Roman"/>
          <w:b/>
          <w:sz w:val="28"/>
          <w:szCs w:val="28"/>
        </w:rPr>
      </w:pPr>
    </w:p>
    <w:p w:rsidR="00911EA8" w:rsidRPr="00A8701A" w:rsidRDefault="00911EA8" w:rsidP="00B82534">
      <w:pPr>
        <w:spacing w:after="0"/>
        <w:jc w:val="center"/>
        <w:rPr>
          <w:rFonts w:ascii="Times New Roman" w:hAnsi="Times New Roman"/>
          <w:b/>
          <w:noProof/>
          <w:sz w:val="28"/>
          <w:szCs w:val="28"/>
          <w:lang w:eastAsia="ru-RU"/>
        </w:rPr>
      </w:pPr>
      <w:r w:rsidRPr="00A8701A">
        <w:rPr>
          <w:rFonts w:ascii="Times New Roman" w:hAnsi="Times New Roman"/>
          <w:b/>
          <w:noProof/>
          <w:sz w:val="28"/>
          <w:szCs w:val="28"/>
          <w:lang w:eastAsia="ru-RU"/>
        </w:rPr>
        <w:t>Принят Постановлением Народного Совета 12 декабря 2014 года</w:t>
      </w:r>
    </w:p>
    <w:p w:rsidR="00911EA8" w:rsidRDefault="00911EA8" w:rsidP="00B82534">
      <w:pPr>
        <w:spacing w:after="0"/>
        <w:jc w:val="center"/>
        <w:rPr>
          <w:rFonts w:ascii="Times New Roman" w:hAnsi="Times New Roman"/>
          <w:noProof/>
          <w:sz w:val="28"/>
          <w:szCs w:val="28"/>
          <w:lang w:eastAsia="ru-RU"/>
        </w:rPr>
      </w:pPr>
    </w:p>
    <w:p w:rsidR="00911EA8" w:rsidRPr="00AF308B" w:rsidRDefault="00911EA8" w:rsidP="00B82534">
      <w:pPr>
        <w:spacing w:after="0"/>
        <w:jc w:val="center"/>
        <w:rPr>
          <w:rFonts w:ascii="Times New Roman" w:hAnsi="Times New Roman"/>
          <w:noProof/>
          <w:sz w:val="28"/>
          <w:szCs w:val="28"/>
          <w:lang w:eastAsia="ru-RU"/>
        </w:rPr>
      </w:pP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Настоящий Закон определяет назначение, состав, правовые основы и принципы деятельности Министерства государственной безопасности Донецкой Народной Республики, направления деятельности, полномочия, силы и средства органов Министерства государственной безопасности Донецкой Народной Республики, а также порядок контроля и надзора за деятельностью органов Министерства государственной безопасности Донецкой Народной Республики.</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Глава 1</w:t>
      </w:r>
      <w:r w:rsidRPr="00C32885">
        <w:rPr>
          <w:rFonts w:ascii="Times New Roman" w:hAnsi="Times New Roman"/>
          <w:sz w:val="28"/>
          <w:szCs w:val="28"/>
        </w:rPr>
        <w:t>.</w:t>
      </w:r>
      <w:r>
        <w:rPr>
          <w:rFonts w:ascii="Times New Roman" w:hAnsi="Times New Roman"/>
          <w:b/>
          <w:sz w:val="28"/>
          <w:szCs w:val="28"/>
        </w:rPr>
        <w:t> </w:t>
      </w:r>
      <w:r w:rsidRPr="00BA43DA">
        <w:rPr>
          <w:rFonts w:ascii="Times New Roman" w:hAnsi="Times New Roman"/>
          <w:b/>
          <w:sz w:val="28"/>
          <w:szCs w:val="28"/>
        </w:rPr>
        <w:t>Общие положения</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1.</w:t>
      </w:r>
      <w:r>
        <w:rPr>
          <w:rFonts w:ascii="Times New Roman" w:hAnsi="Times New Roman"/>
          <w:sz w:val="28"/>
          <w:szCs w:val="28"/>
        </w:rPr>
        <w:t> </w:t>
      </w:r>
      <w:r w:rsidRPr="00BA43DA">
        <w:rPr>
          <w:rFonts w:ascii="Times New Roman" w:hAnsi="Times New Roman"/>
          <w:b/>
          <w:sz w:val="28"/>
          <w:szCs w:val="28"/>
        </w:rPr>
        <w:t xml:space="preserve">Министерство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Министерство государственной безопасности Донецкой Народной Республики (далее МГБ ДНР) является государственным органом исполнительной власти в области обеспечения безопасности Донецкой Народной Республики, охраны Государственной границы и осуществляющи</w:t>
      </w:r>
      <w:r>
        <w:rPr>
          <w:rFonts w:ascii="Times New Roman" w:hAnsi="Times New Roman"/>
          <w:sz w:val="28"/>
          <w:szCs w:val="28"/>
        </w:rPr>
        <w:t>й</w:t>
      </w:r>
      <w:r w:rsidRPr="00BA43DA">
        <w:rPr>
          <w:rFonts w:ascii="Times New Roman" w:hAnsi="Times New Roman"/>
          <w:sz w:val="28"/>
          <w:szCs w:val="28"/>
        </w:rPr>
        <w:t xml:space="preserve"> в пределах своих полномочий решения задач по обеспечению безопасности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Руководство МГБ ДНР осуществляет Глава Донецкой Народной Республики. Управление МГБ ДНР осуществляется руководителем органа исполнительной власти в области обеспечения безопасности через указанный орган исполнительной власти и его территориальные органы.</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Руководитель органа исполнительной власти в области обеспечения безопасности назначается на должность и освобождается от должности Главой Донецкой Народной Республики.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2.</w:t>
      </w:r>
      <w:r>
        <w:rPr>
          <w:rFonts w:ascii="Times New Roman" w:hAnsi="Times New Roman"/>
          <w:sz w:val="28"/>
          <w:szCs w:val="28"/>
        </w:rPr>
        <w:t> </w:t>
      </w:r>
      <w:r w:rsidRPr="00BA43DA">
        <w:rPr>
          <w:rFonts w:ascii="Times New Roman" w:hAnsi="Times New Roman"/>
          <w:b/>
          <w:sz w:val="28"/>
          <w:szCs w:val="28"/>
        </w:rPr>
        <w:t xml:space="preserve">Органы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К органам МГБ ДНР относятся: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 xml:space="preserve">Центральный аппарат в области обеспечения безопасности;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 xml:space="preserve">управления (отделы) органа исполнительной власти в области обеспечения безопасности по районам Донецкой Народной Республики (территориальные органы безопасности);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управления (отделы) органа исполнительной власти в области обеспечения безопасности в Вооруженных Силах Донецкой Народной Республики, других войсках и воинских форми</w:t>
      </w:r>
      <w:bookmarkStart w:id="0" w:name="_GoBack"/>
      <w:bookmarkEnd w:id="0"/>
      <w:r w:rsidRPr="00BA43DA">
        <w:rPr>
          <w:rFonts w:ascii="Times New Roman" w:hAnsi="Times New Roman"/>
          <w:sz w:val="28"/>
          <w:szCs w:val="28"/>
        </w:rPr>
        <w:t xml:space="preserve">рованиях, а также в их органах управления (военная контрразведка);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 xml:space="preserve">управления (отделы, отряды) органа исполнительной власти в области обеспечения безопасности по пограничной службе (пограничные органы);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 xml:space="preserve">иные управления (отделы) органа исполнительной власти в области обеспечения безопасности, осуществляющие отдельные полномочия данного органа или обеспечивающие деятельность органов Министерства государственной безопасности (иные органы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w:t>
      </w:r>
      <w:r>
        <w:rPr>
          <w:rFonts w:ascii="Times New Roman" w:hAnsi="Times New Roman"/>
          <w:sz w:val="28"/>
          <w:szCs w:val="28"/>
        </w:rPr>
        <w:t> </w:t>
      </w:r>
      <w:r w:rsidRPr="00BA43DA">
        <w:rPr>
          <w:rFonts w:ascii="Times New Roman" w:hAnsi="Times New Roman"/>
          <w:sz w:val="28"/>
          <w:szCs w:val="28"/>
        </w:rPr>
        <w:t xml:space="preserve">авиационные подразделения, центры специальной подготовки, подразделения специального назначения, предприятия, образовательные и научные организации, экспертные, судебно-экспертные, военно-медицинские подразделения и организации (далее – военно-медицинские организации), военно-строительные подразделения и иные организации и подразделения, предназначенные для обеспечения деятельности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Территориальные органы безопасности, органы безопасности в войсках, пограничные органы и другие органы безопасности являются территориальными органами органа исполнительной власти в области обеспечения безопасности и находятся в его прямом подчинении.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 исполнительной власти в области обеспечения безопасности, территориальные органы безопасности, органы безопасности в войсках и пограничные органы могут иметь в своем составе подразделения, непосредственно реализующие основные направления деятельности органов Министерства государственной безопасности, управленческие и обеспечивающие функции.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Создание органов Министерства государственной безопасности, не предусмотренных настоящим Законом, не допускается.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3.</w:t>
      </w:r>
      <w:r>
        <w:rPr>
          <w:rFonts w:ascii="Times New Roman" w:hAnsi="Times New Roman"/>
          <w:sz w:val="28"/>
          <w:szCs w:val="28"/>
        </w:rPr>
        <w:t> </w:t>
      </w:r>
      <w:r w:rsidRPr="00BA43DA">
        <w:rPr>
          <w:rFonts w:ascii="Times New Roman" w:hAnsi="Times New Roman"/>
          <w:b/>
          <w:sz w:val="28"/>
          <w:szCs w:val="28"/>
        </w:rPr>
        <w:t xml:space="preserve">Система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 исполнительной власти в области обеспечения безопасности создает свои территориальные органы, организует деятельность указанных органов, издает в пределах своих полномочий нормативные правовые акты и непосредственно реализует основные направления деятельности органов МГБ ДНР.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4.</w:t>
      </w:r>
      <w:r>
        <w:rPr>
          <w:rFonts w:ascii="Times New Roman" w:hAnsi="Times New Roman"/>
          <w:sz w:val="28"/>
          <w:szCs w:val="28"/>
        </w:rPr>
        <w:t> </w:t>
      </w:r>
      <w:r w:rsidRPr="00BA43DA">
        <w:rPr>
          <w:rFonts w:ascii="Times New Roman" w:hAnsi="Times New Roman"/>
          <w:b/>
          <w:sz w:val="28"/>
          <w:szCs w:val="28"/>
        </w:rPr>
        <w:t xml:space="preserve">Правовая основа деятельности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Правовую основу деятельности МГБ ДНР составляют Конституция Донецкой Народной Республики, настоящий Закон, другие законы и иные нормативные правовые акты Донецкой Народной Республики.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Деятельность МГБ ДНР осуществляется также в соответствии с международными договорами Донецкой Народной Республики.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5.</w:t>
      </w:r>
      <w:r>
        <w:rPr>
          <w:rFonts w:ascii="Times New Roman" w:hAnsi="Times New Roman"/>
          <w:sz w:val="28"/>
          <w:szCs w:val="28"/>
        </w:rPr>
        <w:t> </w:t>
      </w:r>
      <w:r w:rsidRPr="00BA43DA">
        <w:rPr>
          <w:rFonts w:ascii="Times New Roman" w:hAnsi="Times New Roman"/>
          <w:b/>
          <w:sz w:val="28"/>
          <w:szCs w:val="28"/>
        </w:rPr>
        <w:t xml:space="preserve">Принципы деятельности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Деятельность МГБ ДНР осуществляется</w:t>
      </w:r>
      <w:r>
        <w:rPr>
          <w:rFonts w:ascii="Times New Roman" w:hAnsi="Times New Roman"/>
          <w:sz w:val="28"/>
          <w:szCs w:val="28"/>
        </w:rPr>
        <w:t xml:space="preserve"> на основе следующих принципов:</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законности;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 xml:space="preserve">уважения и соблюдения прав и свобод человека и гражданина;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 xml:space="preserve">гуманизма;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 xml:space="preserve">защиты государственных интересов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единства системы органов МГБ ДНР, а такж</w:t>
      </w:r>
      <w:r>
        <w:rPr>
          <w:rFonts w:ascii="Times New Roman" w:hAnsi="Times New Roman"/>
          <w:sz w:val="28"/>
          <w:szCs w:val="28"/>
        </w:rPr>
        <w:t>е централизации управления ими;</w:t>
      </w:r>
    </w:p>
    <w:p w:rsidR="00911EA8" w:rsidRDefault="00911EA8" w:rsidP="00A278A9">
      <w:pPr>
        <w:spacing w:after="360"/>
        <w:ind w:firstLine="709"/>
        <w:jc w:val="both"/>
        <w:rPr>
          <w:rFonts w:ascii="Times New Roman" w:hAnsi="Times New Roman"/>
          <w:sz w:val="28"/>
          <w:szCs w:val="28"/>
        </w:rPr>
      </w:pPr>
      <w:r>
        <w:rPr>
          <w:rFonts w:ascii="Times New Roman" w:hAnsi="Times New Roman"/>
          <w:sz w:val="28"/>
          <w:szCs w:val="28"/>
        </w:rPr>
        <w:t>- </w:t>
      </w:r>
      <w:r w:rsidRPr="00BA43DA">
        <w:rPr>
          <w:rFonts w:ascii="Times New Roman" w:hAnsi="Times New Roman"/>
          <w:sz w:val="28"/>
          <w:szCs w:val="28"/>
        </w:rPr>
        <w:t xml:space="preserve">конспирации, сочетания гласных и негласных методов и средств деятельности.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6.</w:t>
      </w:r>
      <w:r>
        <w:rPr>
          <w:rFonts w:ascii="Times New Roman" w:hAnsi="Times New Roman"/>
          <w:sz w:val="28"/>
          <w:szCs w:val="28"/>
        </w:rPr>
        <w:t> </w:t>
      </w:r>
      <w:r w:rsidRPr="00BA43DA">
        <w:rPr>
          <w:rFonts w:ascii="Times New Roman" w:hAnsi="Times New Roman"/>
          <w:b/>
          <w:sz w:val="28"/>
          <w:szCs w:val="28"/>
        </w:rPr>
        <w:t xml:space="preserve">Соблюдение прав и свобод человека и гражданина в деятельности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Государство гарантирует соблюдение прав и свобод человека и гражданина при осуществлении МГБ ДНР своей деятельности. Не допускается ограничение прав и свобод человека и гражданина, за исключением случаев, предусмотренных Конституцией и законами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Лицо, полагающее, что органами МГБ ДНР, либо их должностными лицами нарушены его права и свободы, вправе обжаловать действия указанных органов и должностных лиц в вышестоящий орган МГБ ДНР, прокуратуру или суд.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Государственные органы, предприятия, учреждения и организации независимо от форм собственности, а также общественные объединения и граждане вправе в соответствии с законодательством Донецкой Народной Республики получать разъяснения и информацию от органов МГБ ДНР в случае ограничения своих прав и свобод.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Полученные в процессе деятельности органов МГБ ДНР сведения о частной жизни, затрагивающие честь и достоинство гражданина или способные причинить вред его законным интересам, не могут сообщаться органами МГБ ДНР кому бы то ни было без добровольного согласия гражданина, за исключением случаев, предусмотренных законами.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 случае нарушения сотрудниками органов МГБ ДНР прав и свобод человека и гражданина руководитель соответствующего органа МГБ ДНР, прокурор или суд обязаны принять меры по восстановлению этих прав и свобод, возмещению причиненного ущерба и привлечению виновных к ответственности, предусмотренной законодательством Донецкой Народной Республики.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Должностные лица органов МГБ ДНР, допустившие злоупотребление властью или превышение служебных полномочий, несут ответственность, предусмотренную законодательством Донецкой Народной Республики. </w:t>
      </w:r>
    </w:p>
    <w:p w:rsidR="00911EA8" w:rsidRDefault="00911EA8" w:rsidP="00A278A9">
      <w:pPr>
        <w:spacing w:after="360"/>
        <w:ind w:firstLine="709"/>
        <w:jc w:val="both"/>
        <w:rPr>
          <w:rFonts w:ascii="Times New Roman" w:hAnsi="Times New Roman"/>
          <w:b/>
          <w:sz w:val="28"/>
          <w:szCs w:val="28"/>
        </w:rPr>
      </w:pPr>
      <w:r w:rsidRPr="00C32885">
        <w:rPr>
          <w:rFonts w:ascii="Times New Roman" w:hAnsi="Times New Roman"/>
          <w:sz w:val="28"/>
          <w:szCs w:val="28"/>
        </w:rPr>
        <w:t>Статья</w:t>
      </w:r>
      <w:r>
        <w:rPr>
          <w:rFonts w:ascii="Times New Roman" w:hAnsi="Times New Roman"/>
          <w:sz w:val="28"/>
          <w:szCs w:val="28"/>
        </w:rPr>
        <w:t> </w:t>
      </w:r>
      <w:r w:rsidRPr="00C32885">
        <w:rPr>
          <w:rFonts w:ascii="Times New Roman" w:hAnsi="Times New Roman"/>
          <w:sz w:val="28"/>
          <w:szCs w:val="28"/>
        </w:rPr>
        <w:t>7.</w:t>
      </w:r>
      <w:r>
        <w:rPr>
          <w:rFonts w:ascii="Times New Roman" w:hAnsi="Times New Roman"/>
          <w:sz w:val="28"/>
          <w:szCs w:val="28"/>
        </w:rPr>
        <w:t> </w:t>
      </w:r>
      <w:r w:rsidRPr="00BA43DA">
        <w:rPr>
          <w:rFonts w:ascii="Times New Roman" w:hAnsi="Times New Roman"/>
          <w:b/>
          <w:sz w:val="28"/>
          <w:szCs w:val="28"/>
        </w:rPr>
        <w:t xml:space="preserve">Защита сведений о Министерстве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Сведения о военнослужащих, государственных гражданских служащих (сотрудниках), работниках органов МГБ ДНР, лицах, уволенных из органов МГБ ДНР, гражданах, поступающих на военную службу по контракту или на работу в органы МГБ ДНР, лицах, оказывающих или оказывавших им содействие на конфиденциальной основе, могут передаваться органами МГБ ДНР другим государственным органам, иным организациям и гражданам только в случаях, предусмотренных законодательством. В остальных случаях указанные сведения могут передаваться на основании решения руководителя органа исполнительной власти в области обеспечения безопасности или уполномоченного им должностного лица.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Физические лица допускаются к сведениям об органах МГБ ДНР, составляющим государственную и иную охраняемую законом тайну, в порядке, предусмотренном законодательством Донецкой Народной Республики о государственной и иной охраняемой законом тайне, если иное не предусмотрено законодательством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Физическим лицам может быть отказано в доступе к сведениям об органах МГБ ДНР, составляющим государственную и иную охраняемую законом тайну, по основаниям, предусмотренным законодательством Донецкой Народной Республики о государственной и иной охраняемой законом тайне, либо по соображениям собственной безопасности органов МГБ ДНР.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Физические лица допускаются к участию в контрразведывательной деятельности, борьбе с терроризмом, экстремизмом и преступностью, разведывательной деятельности, пограничной деятельности и деятельности по обеспечению информационной безопасности, осуществляемой органами Министерства государственной безопасности (далее </w:t>
      </w:r>
      <w:r>
        <w:rPr>
          <w:rFonts w:ascii="Times New Roman" w:hAnsi="Times New Roman"/>
          <w:sz w:val="28"/>
          <w:szCs w:val="28"/>
        </w:rPr>
        <w:t>–</w:t>
      </w:r>
      <w:r w:rsidRPr="00BA43DA">
        <w:rPr>
          <w:rFonts w:ascii="Times New Roman" w:hAnsi="Times New Roman"/>
          <w:sz w:val="28"/>
          <w:szCs w:val="28"/>
        </w:rPr>
        <w:t xml:space="preserve"> оперативно-служебная деятельность), и (или) к материалам, полученным в результате осуществления такой деятельности, в порядке, определяемом руководителем органа исполнительной власти в области обеспечения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Документы и материалы, содержащие сведения о военнослужащих, государственных гражданских служащих, работниках органов МГБ ДНР, лицах, оказывающих или оказывавших им содействие на конфиденциальной основе, а также об организации, о тактике, методах и средствах осуществления органами МГБ ДНР оперативно-служебной деятельности, подлежат хранению в органах МГБ ДНР.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Материалы архивов МГБ ДНР, представляющие историческую, научную ценность и рассекречиваемые в соответствии с законодательством Донецкой Народной Республики, передаются на хранение в архивы органа исполнительной власти в области архивного дела, либо остаются в архиве МГБ ДНР в порядке, установленном законодательством Донецкой Народной Республики.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8.</w:t>
      </w:r>
      <w:r>
        <w:rPr>
          <w:rFonts w:ascii="Times New Roman" w:hAnsi="Times New Roman"/>
          <w:sz w:val="28"/>
          <w:szCs w:val="28"/>
        </w:rPr>
        <w:t> </w:t>
      </w:r>
      <w:r w:rsidRPr="00BA43DA">
        <w:rPr>
          <w:rFonts w:ascii="Times New Roman" w:hAnsi="Times New Roman"/>
          <w:b/>
          <w:sz w:val="28"/>
          <w:szCs w:val="28"/>
        </w:rPr>
        <w:t xml:space="preserve">Финансовое и материально-техническое обеспечение деятельности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Имущество органов МГБ ДНР (в том числе здания, сооружения, оборудование), созданное (создаваемое) или приобретенное (приобретаемое) за счет средств государственного бюджета и иных средств, являются государственной собственностью.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Обеспечение деятельности МГБ ДНР, включая материально-техническое, финансовое обеспечение и создание обеспечивающей инфраструктуры, является расходным обязательством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Органы МГБ ДНР без лицензирования разрабатывают, создают, приобретают и используют средства вооружения и оснащения, включая специальные технические и иные средства, приобретают и используют боевое оружие, принятое на вооружение органов МГБ ДНР, а также другое служебное и гражданское оружие и боеприпасы к нему.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Продажа, передача, вывоз с территории Донецкой Народной Республики и ввоз на территорию Донецкой Народной Республики средств вооружения и оснащения, включая специальные технические и иные средства, огнестрельного оружия и боеприпасов к нему, которые могут использоваться органами МГБ ДНР, осуществляются органами МГБ ДНР в порядке, утверждаемом Главой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Нормы обеспечения основными образцами (системами, комплексами) вооружения, военной и специальной техники, нормы расхода моторесурсов и горючего, а также порядок принятия на вооружение, приобретения, учета, хранения, выдачи, ремонта и списания образцов (систем, комплексов) вооружения, военной и специальной техники, порядок подготовки органов МГБ ДНР к действиям, связанным с применением образцов (систем, комплексов) вооружения, военной и специальной техники, устанавливаются руководителем органа исполнительной власти в области обеспечения безопасности порядком и нормами материально-технического обеспечения органов МГБ ДНР.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Строительство, реконструкция или предоставление объектов, предназначенных для расквартирования органов МГБ ДНР, осуществляются в соответствии с порядком и нормами, установленными Главой Донецкой Народной Республики для военнослужащих Вооруженных Сил Донецкой Народной Республики (с учетом особенностей, определяемых руководителем органа исполнительной власти в области обеспечения безопасности), за счет средств государственного бюджета, а также средств организаций, по инициативе которых осуществляется строительство или реконструкция указанных объектов.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Органы МГБ ДНР могут иметь служебный жилищный фонд, формируемый в порядке, устанавливаемом Главой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Предприятия, учреждения и организации, созданные или создаваемые для обеспечения деятельности МГБ ДНР, осуществляют свою деятельность без лицензирования и приватизации не подлежат.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Органы МГБ ДНР вправе принимать в соответствии с законодательством Донецкой Народной Республики во владение и в пользование от органов исполнительной власти, органов местного самоуправления, организаций, общественных объединений, граждан Донецкой Народной Республики транспортные средства и иное имущество, необходимые для выполнения задач, возложенных на указанные органы законодательством. Порядок использования указанного имущества определяется руководителем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Земля и природные ресурсы используются органами МГБ ДНР в соответствии с законодательством Донецкой Народной Республики. Органы МГБ ДНР освобождаются от всех форм платы за использование природных ресурсов.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Глава 2</w:t>
      </w:r>
      <w:r w:rsidRPr="00C32885">
        <w:rPr>
          <w:rFonts w:ascii="Times New Roman" w:hAnsi="Times New Roman"/>
          <w:sz w:val="28"/>
          <w:szCs w:val="28"/>
        </w:rPr>
        <w:t>.</w:t>
      </w:r>
      <w:r>
        <w:rPr>
          <w:rFonts w:ascii="Times New Roman" w:hAnsi="Times New Roman"/>
          <w:sz w:val="28"/>
          <w:szCs w:val="28"/>
        </w:rPr>
        <w:t> </w:t>
      </w:r>
      <w:r w:rsidRPr="00BA43DA">
        <w:rPr>
          <w:rFonts w:ascii="Times New Roman" w:hAnsi="Times New Roman"/>
          <w:b/>
          <w:sz w:val="28"/>
          <w:szCs w:val="28"/>
        </w:rPr>
        <w:t>Основные направления деятельности органов Министерства государственной безопасности</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9. </w:t>
      </w:r>
      <w:r w:rsidRPr="00BA43DA">
        <w:rPr>
          <w:rFonts w:ascii="Times New Roman" w:hAnsi="Times New Roman"/>
          <w:b/>
          <w:sz w:val="28"/>
          <w:szCs w:val="28"/>
        </w:rPr>
        <w:t xml:space="preserve">Направления деятельности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Деятельность органов МГБ ДНР осуществляется по следующим основным направлениям: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контрразведывательная деятельность;</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разведывательная деятельность;</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 противодействие терроризму и экстремизму;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 борьба с преступностью;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 пограничная деятельность;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 обеспечение информационной безопасности.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Иные направления деятельности органов МГБ ДНР определяются законодательством.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10.</w:t>
      </w:r>
      <w:r>
        <w:rPr>
          <w:rFonts w:ascii="Times New Roman" w:hAnsi="Times New Roman"/>
          <w:sz w:val="28"/>
          <w:szCs w:val="28"/>
        </w:rPr>
        <w:t> </w:t>
      </w:r>
      <w:r w:rsidRPr="00BA43DA">
        <w:rPr>
          <w:rFonts w:ascii="Times New Roman" w:hAnsi="Times New Roman"/>
          <w:b/>
          <w:sz w:val="28"/>
          <w:szCs w:val="28"/>
        </w:rPr>
        <w:t xml:space="preserve">Контрразведывательная деятельность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Контрразведывательная деятельность – деятельность, осуществляемая органами МГБ ДНР и (или) их подразделениями (далее в настоящей статье – органы контрразведки), а также должностными лицами указанных органов и подразделений посредством проведения контрразведывательных мероприятий в целях выявления, предупреждения, пресечения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Основаниями для проведения органами контрразведки контрразведывательных мероприятий являются:</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 </w:t>
      </w:r>
      <w:r w:rsidRPr="00BA43DA">
        <w:rPr>
          <w:rFonts w:ascii="Times New Roman" w:hAnsi="Times New Roman"/>
          <w:sz w:val="28"/>
          <w:szCs w:val="28"/>
        </w:rPr>
        <w:t>наличие данных о признаках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 </w:t>
      </w:r>
      <w:r w:rsidRPr="00BA43DA">
        <w:rPr>
          <w:rFonts w:ascii="Times New Roman" w:hAnsi="Times New Roman"/>
          <w:sz w:val="28"/>
          <w:szCs w:val="28"/>
        </w:rPr>
        <w:t>необходимость получения сведений о событиях или действиях, создающих угрозу безопасности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3)</w:t>
      </w:r>
      <w:r>
        <w:rPr>
          <w:rFonts w:ascii="Times New Roman" w:hAnsi="Times New Roman"/>
          <w:sz w:val="28"/>
          <w:szCs w:val="28"/>
        </w:rPr>
        <w:t> </w:t>
      </w:r>
      <w:r w:rsidRPr="00BA43DA">
        <w:rPr>
          <w:rFonts w:ascii="Times New Roman" w:hAnsi="Times New Roman"/>
          <w:sz w:val="28"/>
          <w:szCs w:val="28"/>
        </w:rPr>
        <w:t>необходимость обеспечения защиты сведений, составляющих государственную тайну;</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4)</w:t>
      </w:r>
      <w:r>
        <w:rPr>
          <w:rFonts w:ascii="Times New Roman" w:hAnsi="Times New Roman"/>
          <w:sz w:val="28"/>
          <w:szCs w:val="28"/>
        </w:rPr>
        <w:t> </w:t>
      </w:r>
      <w:r w:rsidRPr="00BA43DA">
        <w:rPr>
          <w:rFonts w:ascii="Times New Roman" w:hAnsi="Times New Roman"/>
          <w:sz w:val="28"/>
          <w:szCs w:val="28"/>
        </w:rPr>
        <w:t>необходимость изучения (проверки) лиц, оказывающих или оказывавших содействие органам Министерства государственной безопасно</w:t>
      </w:r>
      <w:r>
        <w:rPr>
          <w:rFonts w:ascii="Times New Roman" w:hAnsi="Times New Roman"/>
          <w:sz w:val="28"/>
          <w:szCs w:val="28"/>
        </w:rPr>
        <w:t>сти на конфиденциальной основе;</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5) </w:t>
      </w:r>
      <w:r w:rsidRPr="00BA43DA">
        <w:rPr>
          <w:rFonts w:ascii="Times New Roman" w:hAnsi="Times New Roman"/>
          <w:sz w:val="28"/>
          <w:szCs w:val="28"/>
        </w:rPr>
        <w:t>необходимость обеспе</w:t>
      </w:r>
      <w:r>
        <w:rPr>
          <w:rFonts w:ascii="Times New Roman" w:hAnsi="Times New Roman"/>
          <w:sz w:val="28"/>
          <w:szCs w:val="28"/>
        </w:rPr>
        <w:t>чения собственной безопасности;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6) </w:t>
      </w:r>
      <w:r w:rsidRPr="00BA43DA">
        <w:rPr>
          <w:rFonts w:ascii="Times New Roman" w:hAnsi="Times New Roman"/>
          <w:sz w:val="28"/>
          <w:szCs w:val="28"/>
        </w:rPr>
        <w:t>запросы специальных служб, правоохранительных органов и иных организаций иностранных государств, международных организаций в соответствии с международными договорам</w:t>
      </w:r>
      <w:r>
        <w:rPr>
          <w:rFonts w:ascii="Times New Roman" w:hAnsi="Times New Roman"/>
          <w:sz w:val="28"/>
          <w:szCs w:val="28"/>
        </w:rPr>
        <w:t>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В процессе контрразведывательной деятельности проводятся гласные и негласные мероприятия, особый характер которых определяется условиями этой деятельности. Порядок проведения контрразведывательных мероприятий устанавливается нормативно-правовыми актами органа исполнительной власти в об</w:t>
      </w:r>
      <w:r>
        <w:rPr>
          <w:rFonts w:ascii="Times New Roman" w:hAnsi="Times New Roman"/>
          <w:sz w:val="28"/>
          <w:szCs w:val="28"/>
        </w:rPr>
        <w:t>ласти обеспечения безопасности.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Проведение контрразведывательных мероприятий, ограничивающих право граждан на неприкосновенность жилища, допускается только в </w:t>
      </w:r>
      <w:r>
        <w:rPr>
          <w:rFonts w:ascii="Times New Roman" w:hAnsi="Times New Roman"/>
          <w:sz w:val="28"/>
          <w:szCs w:val="28"/>
        </w:rPr>
        <w:t>случаях, установленных законом.</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Контрразведывательные мероприятия, ограничивающие указанные в настоящей статье конституционные права граждан, санкционируются уполномоченным прокурором.</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Решение прокурора о допустимости проведения контрразведывательных мероприятий, ограничивающих указанные в настоящей статье конституционные права граждан, и материалы, послужившие основанием для его принятия, хр</w:t>
      </w:r>
      <w:r>
        <w:rPr>
          <w:rFonts w:ascii="Times New Roman" w:hAnsi="Times New Roman"/>
          <w:sz w:val="28"/>
          <w:szCs w:val="28"/>
        </w:rPr>
        <w:t>анятся в органах контрразведки.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Результаты контрразведывательных мероприятий могут быть использованы в уголовном судопроизводстве в порядке, установленном уголовно-процессуальным законодательством для использования результатов оперативно-розыскной деятельности.</w:t>
      </w:r>
    </w:p>
    <w:p w:rsidR="00911EA8" w:rsidRDefault="00911EA8" w:rsidP="00A278A9">
      <w:pPr>
        <w:spacing w:after="360"/>
        <w:ind w:firstLine="709"/>
        <w:jc w:val="both"/>
        <w:rPr>
          <w:rFonts w:ascii="Times New Roman" w:hAnsi="Times New Roman"/>
          <w:b/>
          <w:sz w:val="28"/>
          <w:szCs w:val="28"/>
        </w:rPr>
      </w:pPr>
      <w:r w:rsidRPr="00C32885">
        <w:rPr>
          <w:rFonts w:ascii="Times New Roman" w:hAnsi="Times New Roman"/>
          <w:sz w:val="28"/>
          <w:szCs w:val="28"/>
        </w:rPr>
        <w:t>Статья</w:t>
      </w:r>
      <w:r>
        <w:rPr>
          <w:rFonts w:ascii="Times New Roman" w:hAnsi="Times New Roman"/>
          <w:sz w:val="28"/>
          <w:szCs w:val="28"/>
        </w:rPr>
        <w:t> </w:t>
      </w:r>
      <w:r w:rsidRPr="00C32885">
        <w:rPr>
          <w:rFonts w:ascii="Times New Roman" w:hAnsi="Times New Roman"/>
          <w:sz w:val="28"/>
          <w:szCs w:val="28"/>
        </w:rPr>
        <w:t>11.</w:t>
      </w:r>
      <w:r>
        <w:rPr>
          <w:rFonts w:ascii="Times New Roman" w:hAnsi="Times New Roman"/>
          <w:sz w:val="28"/>
          <w:szCs w:val="28"/>
        </w:rPr>
        <w:t> </w:t>
      </w:r>
      <w:r w:rsidRPr="00BA43DA">
        <w:rPr>
          <w:rFonts w:ascii="Times New Roman" w:hAnsi="Times New Roman"/>
          <w:b/>
          <w:sz w:val="28"/>
          <w:szCs w:val="28"/>
        </w:rPr>
        <w:t>Противодействие терроризму и экстремизму</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Противодействие терро</w:t>
      </w:r>
      <w:r>
        <w:rPr>
          <w:rFonts w:ascii="Times New Roman" w:hAnsi="Times New Roman"/>
          <w:sz w:val="28"/>
          <w:szCs w:val="28"/>
        </w:rPr>
        <w:t>ризму и экстремизму </w:t>
      </w:r>
      <w:r w:rsidRPr="00BA43DA">
        <w:rPr>
          <w:rFonts w:ascii="Times New Roman" w:hAnsi="Times New Roman"/>
          <w:sz w:val="28"/>
          <w:szCs w:val="28"/>
        </w:rPr>
        <w:t>–</w:t>
      </w:r>
      <w:r>
        <w:rPr>
          <w:rFonts w:ascii="Times New Roman" w:hAnsi="Times New Roman"/>
          <w:sz w:val="28"/>
          <w:szCs w:val="28"/>
        </w:rPr>
        <w:t> </w:t>
      </w:r>
      <w:r w:rsidRPr="00BA43DA">
        <w:rPr>
          <w:rFonts w:ascii="Times New Roman" w:hAnsi="Times New Roman"/>
          <w:sz w:val="28"/>
          <w:szCs w:val="28"/>
        </w:rPr>
        <w:t xml:space="preserve">деятельность, осуществляемая органами МГБ ДНР и (или) их подразделениями (далее в настоящей статье – органы по борьбе с терроризмом и экстремизмом), а также должностными лицами указанных органов и подразделений, по выявлению, предупреждению, пресечению, раскрытию и расследованию террористических актов посредством проведения оперативно-боевых и иных мероприятий.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Основаниями для проведения мероприятий по борьбе с терроризмом, экстремизм</w:t>
      </w:r>
      <w:r>
        <w:rPr>
          <w:rFonts w:ascii="Times New Roman" w:hAnsi="Times New Roman"/>
          <w:sz w:val="28"/>
          <w:szCs w:val="28"/>
        </w:rPr>
        <w:t>ом являются:</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 </w:t>
      </w:r>
      <w:r w:rsidRPr="00BA43DA">
        <w:rPr>
          <w:rFonts w:ascii="Times New Roman" w:hAnsi="Times New Roman"/>
          <w:sz w:val="28"/>
          <w:szCs w:val="28"/>
        </w:rPr>
        <w:t>необходимость пре</w:t>
      </w:r>
      <w:r>
        <w:rPr>
          <w:rFonts w:ascii="Times New Roman" w:hAnsi="Times New Roman"/>
          <w:sz w:val="28"/>
          <w:szCs w:val="28"/>
        </w:rPr>
        <w:t>сечения террористического акта;</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2)</w:t>
      </w:r>
      <w:r>
        <w:rPr>
          <w:rFonts w:ascii="Times New Roman" w:hAnsi="Times New Roman"/>
          <w:sz w:val="28"/>
          <w:szCs w:val="28"/>
        </w:rPr>
        <w:t> </w:t>
      </w:r>
      <w:r w:rsidRPr="00BA43DA">
        <w:rPr>
          <w:rFonts w:ascii="Times New Roman" w:hAnsi="Times New Roman"/>
          <w:sz w:val="28"/>
          <w:szCs w:val="28"/>
        </w:rPr>
        <w:t>необходимость выявления лиц, причастных к подготовке и совершению террористического акта;</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 </w:t>
      </w:r>
      <w:r w:rsidRPr="00BA43DA">
        <w:rPr>
          <w:rFonts w:ascii="Times New Roman" w:hAnsi="Times New Roman"/>
          <w:sz w:val="28"/>
          <w:szCs w:val="28"/>
        </w:rPr>
        <w:t>необходимость добывания информации о событиях или действия</w:t>
      </w:r>
      <w:r>
        <w:rPr>
          <w:rFonts w:ascii="Times New Roman" w:hAnsi="Times New Roman"/>
          <w:sz w:val="28"/>
          <w:szCs w:val="28"/>
        </w:rPr>
        <w:t>х, создающих угрозу терроризма;</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4</w:t>
      </w:r>
      <w:r>
        <w:rPr>
          <w:rFonts w:ascii="Times New Roman" w:hAnsi="Times New Roman"/>
          <w:sz w:val="28"/>
          <w:szCs w:val="28"/>
        </w:rPr>
        <w:t>) </w:t>
      </w:r>
      <w:r w:rsidRPr="00BA43DA">
        <w:rPr>
          <w:rFonts w:ascii="Times New Roman" w:hAnsi="Times New Roman"/>
          <w:sz w:val="28"/>
          <w:szCs w:val="28"/>
        </w:rPr>
        <w:t>необходимость выявления и пресечения деятельности направленной на подрыв безопасности Донецкой Народной Республики, создание незаконных вооруженных формирований, возбуждение расовой, национальной или религиозной розни, а также социальной розни, связанной с насилием или призывами к насилию, унижение национального достоинства, осуществление массовых беспорядков, хулиганских действий и актов вандализма по мотивам идеологической, политической, расовой, национальной или религиозной ненависти либо вражды, а равно по мотивам ненависти либо вражды в отношении какой-либо социальной группы,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В борьбе с терроризмом и экстремизмом проводятся гласные и негласные, оперативно-боевые и иные мероприятия, особый характер которых определяется условиями борьбы с терроризмом, экстремизмом. Порядок проведения указанных мероприятий устанавливается нормативными правовыми актами органа исполнительной власти в об</w:t>
      </w:r>
      <w:r>
        <w:rPr>
          <w:rFonts w:ascii="Times New Roman" w:hAnsi="Times New Roman"/>
          <w:sz w:val="28"/>
          <w:szCs w:val="28"/>
        </w:rPr>
        <w:t>ласти обеспечения безопасности.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Органы по борьбе с терроризмом и экстремизмом осуществляют свою деятельность в соответствии с законодательством об оперативно-розыскной деятельности, уголовным и уголовно-процессуальным законодательством, настоящим Законом и другими нормативными правовыми актами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Проведение мероприятий по борьбе с терроризмом и экстремизмом, ограничивающих права граждан на неприкосновенность жилища, тайну переписки, телефонных переговоров, почтовых, телеграфных и иных сообщений граждан, допускается по согласованию с уполномоченным прокурором, и на основании мотивированного постановления руководителя органа по борьбе с терроризмом и экстремизмом или его </w:t>
      </w:r>
      <w:r>
        <w:rPr>
          <w:rFonts w:ascii="Times New Roman" w:hAnsi="Times New Roman"/>
          <w:sz w:val="28"/>
          <w:szCs w:val="28"/>
        </w:rPr>
        <w:t>заместителя.</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Решения прокурора о допустимости проведения мероприятий по борьбе с терроризмом и экстремизмом, ограничивающих указанные в настоящей статье конституционные права граждан, и материалы, послужившие основанием для его принятия, хранятся в органах по борьбе с терроризмом и экстремизмом.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В неотложных случаях, когда промедление может привести к совершению террористического акта и поставить под угрозу жизнь и здоровье граждан, либо когда имеются данные, позволяющие предполагать, что в жилом помещении совершается или совершен террористический акт, либо когда осуществляется преследование лица, подозреваемого в причастности к совершению террористического акта, сотрудники органа по борьбе с терроризмом и экстремизмом имеют право беспрепятственно входить в жилое помещение, а также приостанавливать оказание услуг связи юридическим и физическим лицам или ограничивать использование сетей связи и средств связи. Орган по борьбе с терроризмом, экстремизмом в течение 24 часов с момента ограничения права граждан на неприкосновенность жилища или с момента приостановления оказания услуг связи юридическим и физическим лицам или ограничения использования сетей связи и средств связи обяз</w:t>
      </w:r>
      <w:r>
        <w:rPr>
          <w:rFonts w:ascii="Times New Roman" w:hAnsi="Times New Roman"/>
          <w:sz w:val="28"/>
          <w:szCs w:val="28"/>
        </w:rPr>
        <w:t>ан уведомить об этом прокурора.</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Результаты мероприятий по борьбе с терроризмом, экстремизмом могут быть использованы в уголовном судопроизводстве в порядке, установленном уголовно-процессуальным законодательством для использования результатов оперативно-розыскной деятельности.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Подразделения специального назначения органов МГБ ДНР по решению Главы Донецкой Народной Республики могут использоваться против находящихся за пределами территории Донецкой Народной Республики террористов, экстремистов и (или) их баз для устранения угрозы безопасности Донецкой Народной Республики.</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12.</w:t>
      </w:r>
      <w:r>
        <w:rPr>
          <w:rFonts w:ascii="Times New Roman" w:hAnsi="Times New Roman"/>
          <w:b/>
          <w:sz w:val="28"/>
          <w:szCs w:val="28"/>
        </w:rPr>
        <w:t> Борьба с преступностью</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Органы МГБ ДНР в соответствии с законодательством Донецкой Народной Республики проводят оперативно-розыскные мероприятия по выявлению, предупреждению, пресечению и раскрытию шпионажа, организованной преступности, коррупции, незаконного оборота оружия и наркотических средств, контрабанды, представляющих угрозу безопасности Донецкой Народной Республики, и преступлений, дознание и предварительное следствие по которым отнесены законом к их ведению,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w:t>
      </w:r>
      <w:r>
        <w:rPr>
          <w:rFonts w:ascii="Times New Roman" w:hAnsi="Times New Roman"/>
          <w:sz w:val="28"/>
          <w:szCs w:val="28"/>
        </w:rPr>
        <w:t>я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На органы МГБ ДНР законами и иными нормативными правовыми актами органов государственной власти могут возлагаться и другие задачи в сфере борьбы с преступностью.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Деятельность органов МГБ ДНР в сфере борьбы с преступностью осуществляется в соответствии с законодательством об оперативно-розыскной деятельности, уголовным и уголовно-процессуальным законодательством Донецкой Народной Республики, а также настоящим Законом.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13.</w:t>
      </w:r>
      <w:r>
        <w:rPr>
          <w:rFonts w:ascii="Times New Roman" w:hAnsi="Times New Roman"/>
          <w:sz w:val="28"/>
          <w:szCs w:val="28"/>
        </w:rPr>
        <w:t> </w:t>
      </w:r>
      <w:r w:rsidRPr="00BA43DA">
        <w:rPr>
          <w:rFonts w:ascii="Times New Roman" w:hAnsi="Times New Roman"/>
          <w:b/>
          <w:sz w:val="28"/>
          <w:szCs w:val="28"/>
        </w:rPr>
        <w:t>Разведывательная деятельность</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Разведывательная деятельность осуществляется органом внешней разведки Министерства государственной безопасности в соответствии с действующим законодательством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Порядок взаимодействия органа внешней разведки, органа исполнительной власти в области обеспечения безопасности с другими органами внешней разведки Донецкой Народной Республики определяется законодательством и заключаемыми на его основе соглашениями между ними и (или) совместными нормативными правовыми актами.</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Порядок проведения разведывательных мероприятий и порядок использования специальных методов и средств при осуществлении разведывательной деятельности устанавливаются нормативными правовыми актами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14.</w:t>
      </w:r>
      <w:r>
        <w:rPr>
          <w:rFonts w:ascii="Times New Roman" w:hAnsi="Times New Roman"/>
          <w:b/>
          <w:sz w:val="28"/>
          <w:szCs w:val="28"/>
        </w:rPr>
        <w:t> Пограничная деятельность</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Направлениями пограни</w:t>
      </w:r>
      <w:r>
        <w:rPr>
          <w:rFonts w:ascii="Times New Roman" w:hAnsi="Times New Roman"/>
          <w:sz w:val="28"/>
          <w:szCs w:val="28"/>
        </w:rPr>
        <w:t>чной деятельности являются:</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защита и охрана Государственной границы Донецкой Народной Республики в целях недопущения противоправного изменения прохождения государственной границы Донецкой Народной Республики, обеспечения соблюдения физическими и юридическими лицами режима государственной границы Донецкой Народной Республики, пограничного режима и режима в пунктах пропуска через Государственную границу Донецкой Народной Республики;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защита и охрана экономических и иных законных интересов Донецкой Народной Республики в пределах приграничной территории, а также исключительной экономической зоны Донецкой Народной Республики.</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br w:type="column"/>
        <w:t>Статья </w:t>
      </w:r>
      <w:r w:rsidRPr="00C32885">
        <w:rPr>
          <w:rFonts w:ascii="Times New Roman" w:hAnsi="Times New Roman"/>
          <w:sz w:val="28"/>
          <w:szCs w:val="28"/>
        </w:rPr>
        <w:t>15.</w:t>
      </w:r>
      <w:r>
        <w:rPr>
          <w:rFonts w:ascii="Times New Roman" w:hAnsi="Times New Roman"/>
          <w:b/>
          <w:sz w:val="28"/>
          <w:szCs w:val="28"/>
        </w:rPr>
        <w:t> </w:t>
      </w:r>
      <w:r w:rsidRPr="00BA43DA">
        <w:rPr>
          <w:rFonts w:ascii="Times New Roman" w:hAnsi="Times New Roman"/>
          <w:b/>
          <w:sz w:val="28"/>
          <w:szCs w:val="28"/>
        </w:rPr>
        <w:t>Обеспечение информационной безопасности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Обеспечение информационной безопасности – деятельность органов МГБ ДНР, осуществляемая ими в пределах своих полномочий:</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при формировании и реализации государственной и научно-технической политики в области обеспечения информационной безопасности, в том числе с использованием инженерно-технических и криптографических средств;</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при обеспечении криптографическими и инженерно-техническими методами безопасности информационно-телекоммуникационных систем, сетей связи специального назначения и иных сетей связи, обеспечивающих передачу шифрованной информации, в Донецкой Народной Республике и ее учреждениях, находящихся за пределами Донецкой Народной Республики.</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Глава 3</w:t>
      </w:r>
      <w:r w:rsidRPr="00C32885">
        <w:rPr>
          <w:rFonts w:ascii="Times New Roman" w:hAnsi="Times New Roman"/>
          <w:sz w:val="28"/>
          <w:szCs w:val="28"/>
        </w:rPr>
        <w:t>.</w:t>
      </w:r>
      <w:r>
        <w:rPr>
          <w:rFonts w:ascii="Times New Roman" w:hAnsi="Times New Roman"/>
          <w:b/>
          <w:sz w:val="28"/>
          <w:szCs w:val="28"/>
        </w:rPr>
        <w:t> </w:t>
      </w:r>
      <w:r w:rsidRPr="00BA43DA">
        <w:rPr>
          <w:rFonts w:ascii="Times New Roman" w:hAnsi="Times New Roman"/>
          <w:b/>
          <w:sz w:val="28"/>
          <w:szCs w:val="28"/>
        </w:rPr>
        <w:t>Полномочия органов Министерства государственной безопасности</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16.</w:t>
      </w:r>
      <w:r>
        <w:rPr>
          <w:rFonts w:ascii="Times New Roman" w:hAnsi="Times New Roman"/>
          <w:sz w:val="28"/>
          <w:szCs w:val="28"/>
        </w:rPr>
        <w:t> </w:t>
      </w:r>
      <w:r w:rsidRPr="00BA43DA">
        <w:rPr>
          <w:rFonts w:ascii="Times New Roman" w:hAnsi="Times New Roman"/>
          <w:b/>
          <w:sz w:val="28"/>
          <w:szCs w:val="28"/>
        </w:rPr>
        <w:t>Обязанности органов Министерст</w:t>
      </w:r>
      <w:r>
        <w:rPr>
          <w:rFonts w:ascii="Times New Roman" w:hAnsi="Times New Roman"/>
          <w:b/>
          <w:sz w:val="28"/>
          <w:szCs w:val="28"/>
        </w:rPr>
        <w:t>ва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Органы Министерства государственной безопасности обязаны:</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w:t>
      </w:r>
      <w:r>
        <w:rPr>
          <w:rFonts w:ascii="Times New Roman" w:hAnsi="Times New Roman"/>
          <w:sz w:val="28"/>
          <w:szCs w:val="28"/>
        </w:rPr>
        <w:t> </w:t>
      </w:r>
      <w:r w:rsidRPr="00BA43DA">
        <w:rPr>
          <w:rFonts w:ascii="Times New Roman" w:hAnsi="Times New Roman"/>
          <w:sz w:val="28"/>
          <w:szCs w:val="28"/>
        </w:rPr>
        <w:t>информировать Главу Донецкой Народной Республики и по его поручению другие государственные органы о ситуации в стране, внешних и внутренних угрозах безопасности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2)</w:t>
      </w:r>
      <w:r>
        <w:rPr>
          <w:rFonts w:ascii="Times New Roman" w:hAnsi="Times New Roman"/>
          <w:sz w:val="28"/>
          <w:szCs w:val="28"/>
        </w:rPr>
        <w:t> </w:t>
      </w:r>
      <w:r w:rsidRPr="00BA43DA">
        <w:rPr>
          <w:rFonts w:ascii="Times New Roman" w:hAnsi="Times New Roman"/>
          <w:sz w:val="28"/>
          <w:szCs w:val="28"/>
        </w:rPr>
        <w:t>выявлять, предупреждать, пресекать разведывательную и иную деятельность специальных служб и организаций иностранных государств, а также отдельных лиц, направленную на нанесение ущерба безопасност</w:t>
      </w:r>
      <w:r>
        <w:rPr>
          <w:rFonts w:ascii="Times New Roman" w:hAnsi="Times New Roman"/>
          <w:sz w:val="28"/>
          <w:szCs w:val="28"/>
        </w:rPr>
        <w:t>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 </w:t>
      </w:r>
      <w:r w:rsidRPr="00BA43DA">
        <w:rPr>
          <w:rFonts w:ascii="Times New Roman" w:hAnsi="Times New Roman"/>
          <w:sz w:val="28"/>
          <w:szCs w:val="28"/>
        </w:rPr>
        <w:t>добывать разведывательную информацию в интересах обеспечения безопасности Донецкой Народной Республики, повышения ее экономического, научно-технического и оборонного потенциала;</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4) </w:t>
      </w:r>
      <w:r w:rsidRPr="00BA43DA">
        <w:rPr>
          <w:rFonts w:ascii="Times New Roman" w:hAnsi="Times New Roman"/>
          <w:sz w:val="28"/>
          <w:szCs w:val="28"/>
        </w:rPr>
        <w:t>осуществлять внешнюю разведывательную деятельность в сфере шифрованной, засекреченной и иных видов специальной связи с территории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5) </w:t>
      </w:r>
      <w:r w:rsidRPr="00BA43DA">
        <w:rPr>
          <w:rFonts w:ascii="Times New Roman" w:hAnsi="Times New Roman"/>
          <w:sz w:val="28"/>
          <w:szCs w:val="28"/>
        </w:rPr>
        <w:t>выявлять, предупреждать, пресекать и раскрывать преступления, дознание и предварительное следствие по которым отнесены законодательством Донецкой Народной Республики к ведению органов Министерства государственной безопасности, а также осуществлять розыск лиц, совершивших указанные преступления или</w:t>
      </w:r>
      <w:r>
        <w:rPr>
          <w:rFonts w:ascii="Times New Roman" w:hAnsi="Times New Roman"/>
          <w:sz w:val="28"/>
          <w:szCs w:val="28"/>
        </w:rPr>
        <w:t xml:space="preserve"> подозреваемых в их совершении;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6) </w:t>
      </w:r>
      <w:r w:rsidRPr="00BA43DA">
        <w:rPr>
          <w:rFonts w:ascii="Times New Roman" w:hAnsi="Times New Roman"/>
          <w:sz w:val="28"/>
          <w:szCs w:val="28"/>
        </w:rPr>
        <w:t>выявлять, предупреждать и пресекать административные правонарушения, возбуждение и (или) рассмотрение дел, которые отнесены законодательством Донецкой Народной Республики к ведению органов Министерств</w:t>
      </w:r>
      <w:r>
        <w:rPr>
          <w:rFonts w:ascii="Times New Roman" w:hAnsi="Times New Roman"/>
          <w:sz w:val="28"/>
          <w:szCs w:val="28"/>
        </w:rPr>
        <w:t>а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7) </w:t>
      </w:r>
      <w:r w:rsidRPr="00BA43DA">
        <w:rPr>
          <w:rFonts w:ascii="Times New Roman" w:hAnsi="Times New Roman"/>
          <w:sz w:val="28"/>
          <w:szCs w:val="28"/>
        </w:rPr>
        <w:t>выявлять, предупреждать, пресекать, раскрывать и расследовать готовящиеся, совершающиеся и совершенные террористические акты, а также добывать информацию о событиях или действиях, создающих у</w:t>
      </w:r>
      <w:r>
        <w:rPr>
          <w:rFonts w:ascii="Times New Roman" w:hAnsi="Times New Roman"/>
          <w:sz w:val="28"/>
          <w:szCs w:val="28"/>
        </w:rPr>
        <w:t>грозу терроризма и экстремизма;</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8) </w:t>
      </w:r>
      <w:r w:rsidRPr="00BA43DA">
        <w:rPr>
          <w:rFonts w:ascii="Times New Roman" w:hAnsi="Times New Roman"/>
          <w:sz w:val="28"/>
          <w:szCs w:val="28"/>
        </w:rPr>
        <w:t>разрабатывать и осуществлять во взаимодействии с другими государственными органами меры по борьбе с коррупцией, незаконным оборотом оружия и наркотических средств, контрабандой, деятельностью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9) </w:t>
      </w:r>
      <w:r w:rsidRPr="00BA43DA">
        <w:rPr>
          <w:rFonts w:ascii="Times New Roman" w:hAnsi="Times New Roman"/>
          <w:sz w:val="28"/>
          <w:szCs w:val="28"/>
        </w:rPr>
        <w:t>обеспечивать в пределах своих полномочий безопасность в Вооруженных Силах Донецкой Народной Республики, других войсках, воинских формированиях, их органах управления и в органах, в которых законом предусмотрена военная служба, в органах внутренних дел, Министерстве по чрезвычайным ситуациям, таможенных органах и органах по контролю за оборотом наркотических средств и психотропных веществ;</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10)</w:t>
      </w:r>
      <w:r>
        <w:rPr>
          <w:rFonts w:ascii="Times New Roman" w:hAnsi="Times New Roman"/>
          <w:sz w:val="28"/>
          <w:szCs w:val="28"/>
        </w:rPr>
        <w:t> </w:t>
      </w:r>
      <w:r w:rsidRPr="00BA43DA">
        <w:rPr>
          <w:rFonts w:ascii="Times New Roman" w:hAnsi="Times New Roman"/>
          <w:sz w:val="28"/>
          <w:szCs w:val="28"/>
        </w:rPr>
        <w:t>обеспечивать в пределах своих полномочий безопасность объектов оборонного комплекса, атомной энергетики, транспорта и связи, жизнеобеспечения крупных городов и промышленных центров, других стратегических объектов, а также безопасность в сфере космических исследований, п</w:t>
      </w:r>
      <w:r>
        <w:rPr>
          <w:rFonts w:ascii="Times New Roman" w:hAnsi="Times New Roman"/>
          <w:sz w:val="28"/>
          <w:szCs w:val="28"/>
        </w:rPr>
        <w:t>риоритетных научных разработок;</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11)</w:t>
      </w:r>
      <w:r>
        <w:rPr>
          <w:rFonts w:ascii="Times New Roman" w:hAnsi="Times New Roman"/>
          <w:sz w:val="28"/>
          <w:szCs w:val="28"/>
        </w:rPr>
        <w:t> </w:t>
      </w:r>
      <w:r w:rsidRPr="00BA43DA">
        <w:rPr>
          <w:rFonts w:ascii="Times New Roman" w:hAnsi="Times New Roman"/>
          <w:sz w:val="28"/>
          <w:szCs w:val="28"/>
        </w:rPr>
        <w:t xml:space="preserve">обеспечивать в пределах своих полномочий безопасность </w:t>
      </w:r>
      <w:r>
        <w:rPr>
          <w:rFonts w:ascii="Times New Roman" w:hAnsi="Times New Roman"/>
          <w:sz w:val="28"/>
          <w:szCs w:val="28"/>
        </w:rPr>
        <w:t>органов государственной власти;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12</w:t>
      </w:r>
      <w:r>
        <w:rPr>
          <w:rFonts w:ascii="Times New Roman" w:hAnsi="Times New Roman"/>
          <w:sz w:val="28"/>
          <w:szCs w:val="28"/>
        </w:rPr>
        <w:t>) </w:t>
      </w:r>
      <w:r w:rsidRPr="00BA43DA">
        <w:rPr>
          <w:rFonts w:ascii="Times New Roman" w:hAnsi="Times New Roman"/>
          <w:sz w:val="28"/>
          <w:szCs w:val="28"/>
        </w:rPr>
        <w:t>организовывать и обеспечивать безопасность в сфере шифрованной, засекреченной и иных видов специальной связи в Донецкой Народной Республики и в пределах своих полномочий в ее учреждениях, находящихся за пределам</w:t>
      </w:r>
      <w:r>
        <w:rPr>
          <w:rFonts w:ascii="Times New Roman" w:hAnsi="Times New Roman"/>
          <w:sz w:val="28"/>
          <w:szCs w:val="28"/>
        </w:rPr>
        <w:t>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13) </w:t>
      </w:r>
      <w:r w:rsidRPr="00BA43DA">
        <w:rPr>
          <w:rFonts w:ascii="Times New Roman" w:hAnsi="Times New Roman"/>
          <w:sz w:val="28"/>
          <w:szCs w:val="28"/>
        </w:rPr>
        <w:t>участвовать в разработке и реализации мер по защите сведений, составляющих государственную тайну; осуществлять контроль за обеспечением сохранности сведений, составляющих государственную тайну, в государственных органах, воинских формированиях, на предприятиях, в учреждениях и организациях независимо от форм собственности; в установленном порядке осуществлять меры, связанные с допуском граждан к сведениям, составляющим государственную тайну;</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14)</w:t>
      </w:r>
      <w:r>
        <w:rPr>
          <w:rFonts w:ascii="Times New Roman" w:hAnsi="Times New Roman"/>
          <w:sz w:val="28"/>
          <w:szCs w:val="28"/>
        </w:rPr>
        <w:t> </w:t>
      </w:r>
      <w:r w:rsidRPr="00BA43DA">
        <w:rPr>
          <w:rFonts w:ascii="Times New Roman" w:hAnsi="Times New Roman"/>
          <w:sz w:val="28"/>
          <w:szCs w:val="28"/>
        </w:rPr>
        <w:t>проводить во взаимодействии с органом исполнительной власти в области внешней разведки мероприятия по обеспечению безопасности учреждений и граждан Донецкой Народной Республики за ее пределами;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15) </w:t>
      </w:r>
      <w:r w:rsidRPr="00BA43DA">
        <w:rPr>
          <w:rFonts w:ascii="Times New Roman" w:hAnsi="Times New Roman"/>
          <w:sz w:val="28"/>
          <w:szCs w:val="28"/>
        </w:rPr>
        <w:t>осуществлять в пределах своих полномочий меры по обеспечению защиты и охраны государственной границы Донецкой Народной Республики, защиты и охраны экономических и иных законных интересов Донецкой Народной Республики в пр</w:t>
      </w:r>
      <w:r>
        <w:rPr>
          <w:rFonts w:ascii="Times New Roman" w:hAnsi="Times New Roman"/>
          <w:sz w:val="28"/>
          <w:szCs w:val="28"/>
        </w:rPr>
        <w:t>еделах приграничной территории;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16) </w:t>
      </w:r>
      <w:r w:rsidRPr="00BA43DA">
        <w:rPr>
          <w:rFonts w:ascii="Times New Roman" w:hAnsi="Times New Roman"/>
          <w:sz w:val="28"/>
          <w:szCs w:val="28"/>
        </w:rPr>
        <w:t>обеспечивать во взаимодействии с органами внутренних дел безопасность представительств иностранных государств на территории</w:t>
      </w:r>
      <w:r>
        <w:rPr>
          <w:rFonts w:ascii="Times New Roman" w:hAnsi="Times New Roman"/>
          <w:sz w:val="28"/>
          <w:szCs w:val="28"/>
        </w:rPr>
        <w:t xml:space="preserve">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17) </w:t>
      </w:r>
      <w:r w:rsidRPr="00BA43DA">
        <w:rPr>
          <w:rFonts w:ascii="Times New Roman" w:hAnsi="Times New Roman"/>
          <w:sz w:val="28"/>
          <w:szCs w:val="28"/>
        </w:rPr>
        <w:t>участвовать в пределах своих полномочий совместно с другими государственными органами в обеспечении безопасности проводимых на территории Донецкой Народной Республики общественно-политических, религиозных и иных массовых</w:t>
      </w:r>
      <w:r>
        <w:rPr>
          <w:rFonts w:ascii="Times New Roman" w:hAnsi="Times New Roman"/>
          <w:sz w:val="28"/>
          <w:szCs w:val="28"/>
        </w:rPr>
        <w:t xml:space="preserve"> мероприятий;</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18) </w:t>
      </w:r>
      <w:r w:rsidRPr="00BA43DA">
        <w:rPr>
          <w:rFonts w:ascii="Times New Roman" w:hAnsi="Times New Roman"/>
          <w:sz w:val="28"/>
          <w:szCs w:val="28"/>
        </w:rPr>
        <w:t>осуществлять регистрацию и централизованный учет радиоданных и радиоизлучений передающих радиоэлектронных средств; выявлять на территории Донецкой Народной Республики радиоизлучения передающих радиоэлектронных средств, работа которых представляет угрозу безопасности Донецкой Народной Республики, а также радиоизлучения передающих радиоэлектронных средств, испол</w:t>
      </w:r>
      <w:r>
        <w:rPr>
          <w:rFonts w:ascii="Times New Roman" w:hAnsi="Times New Roman"/>
          <w:sz w:val="28"/>
          <w:szCs w:val="28"/>
        </w:rPr>
        <w:t>ьзуемых в противоправных целях;</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19) </w:t>
      </w:r>
      <w:r w:rsidRPr="00BA43DA">
        <w:rPr>
          <w:rFonts w:ascii="Times New Roman" w:hAnsi="Times New Roman"/>
          <w:sz w:val="28"/>
          <w:szCs w:val="28"/>
        </w:rPr>
        <w:t>участвовать в соответствии с законодательством Донецкой Народной Республики в решении вопросов, касающихся приема в гражданство Донецкой Народной Республики и выхода из него, въезда на территорию Донецкой Народной Республики и выезда за ее пределы граждан Донецкой Народной Республики, иностранных граждан и лиц без гражданства, а также режима пребывания иностранных граждан и лиц без гражданства на территори</w:t>
      </w:r>
      <w:r>
        <w:rPr>
          <w:rFonts w:ascii="Times New Roman" w:hAnsi="Times New Roman"/>
          <w:sz w:val="28"/>
          <w:szCs w:val="28"/>
        </w:rPr>
        <w:t>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20) </w:t>
      </w:r>
      <w:r w:rsidRPr="00BA43DA">
        <w:rPr>
          <w:rFonts w:ascii="Times New Roman" w:hAnsi="Times New Roman"/>
          <w:sz w:val="28"/>
          <w:szCs w:val="28"/>
        </w:rPr>
        <w:t>поддерживать мобилизационную готовность органов Министерств</w:t>
      </w:r>
      <w:r>
        <w:rPr>
          <w:rFonts w:ascii="Times New Roman" w:hAnsi="Times New Roman"/>
          <w:sz w:val="28"/>
          <w:szCs w:val="28"/>
        </w:rPr>
        <w:t>а государственной безопасности;</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21)</w:t>
      </w:r>
      <w:r>
        <w:rPr>
          <w:rFonts w:ascii="Times New Roman" w:hAnsi="Times New Roman"/>
          <w:sz w:val="28"/>
          <w:szCs w:val="28"/>
        </w:rPr>
        <w:t> </w:t>
      </w:r>
      <w:r w:rsidRPr="00BA43DA">
        <w:rPr>
          <w:rFonts w:ascii="Times New Roman" w:hAnsi="Times New Roman"/>
          <w:sz w:val="28"/>
          <w:szCs w:val="28"/>
        </w:rPr>
        <w:t>обеспечивать и (или) осуществлять профессиональное обучение, профессиональное образование и дополнительно</w:t>
      </w:r>
      <w:r>
        <w:rPr>
          <w:rFonts w:ascii="Times New Roman" w:hAnsi="Times New Roman"/>
          <w:sz w:val="28"/>
          <w:szCs w:val="28"/>
        </w:rPr>
        <w:t>е профессиональное образование.</w:t>
      </w:r>
    </w:p>
    <w:p w:rsidR="00911EA8" w:rsidRDefault="00911EA8" w:rsidP="00A278A9">
      <w:pPr>
        <w:spacing w:after="360"/>
        <w:ind w:firstLine="709"/>
        <w:jc w:val="both"/>
        <w:rPr>
          <w:rFonts w:ascii="Times New Roman" w:hAnsi="Times New Roman"/>
          <w:b/>
          <w:sz w:val="28"/>
          <w:szCs w:val="28"/>
        </w:rPr>
      </w:pPr>
      <w:r w:rsidRPr="003A2891">
        <w:rPr>
          <w:rFonts w:ascii="Times New Roman" w:hAnsi="Times New Roman"/>
          <w:sz w:val="28"/>
          <w:szCs w:val="28"/>
        </w:rPr>
        <w:t>Статья 17. </w:t>
      </w:r>
      <w:r w:rsidRPr="00BA43DA">
        <w:rPr>
          <w:rFonts w:ascii="Times New Roman" w:hAnsi="Times New Roman"/>
          <w:b/>
          <w:sz w:val="28"/>
          <w:szCs w:val="28"/>
        </w:rPr>
        <w:t xml:space="preserve">Права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Органы Министерства государств</w:t>
      </w:r>
      <w:r>
        <w:rPr>
          <w:rFonts w:ascii="Times New Roman" w:hAnsi="Times New Roman"/>
          <w:sz w:val="28"/>
          <w:szCs w:val="28"/>
        </w:rPr>
        <w:t>енной безопасности имеют право:</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 </w:t>
      </w:r>
      <w:r w:rsidRPr="00BA43DA">
        <w:rPr>
          <w:rFonts w:ascii="Times New Roman" w:hAnsi="Times New Roman"/>
          <w:sz w:val="28"/>
          <w:szCs w:val="28"/>
        </w:rPr>
        <w:t xml:space="preserve">устанавливать на конфиденциальной основе отношения сотрудничества с лицами, давшими на то согласие;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 </w:t>
      </w:r>
      <w:r w:rsidRPr="00BA43DA">
        <w:rPr>
          <w:rFonts w:ascii="Times New Roman" w:hAnsi="Times New Roman"/>
          <w:sz w:val="28"/>
          <w:szCs w:val="28"/>
        </w:rPr>
        <w:t>использовать специальные методы и средства при осуществлении контрразведывательной и разведывательной деятельности, а также при проведении мероприятий по борьб</w:t>
      </w:r>
      <w:r>
        <w:rPr>
          <w:rFonts w:ascii="Times New Roman" w:hAnsi="Times New Roman"/>
          <w:sz w:val="28"/>
          <w:szCs w:val="28"/>
        </w:rPr>
        <w:t>е с терроризмом и экстремизмом;</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 </w:t>
      </w:r>
      <w:r w:rsidRPr="00BA43DA">
        <w:rPr>
          <w:rFonts w:ascii="Times New Roman" w:hAnsi="Times New Roman"/>
          <w:sz w:val="28"/>
          <w:szCs w:val="28"/>
        </w:rPr>
        <w:t>проводить оперативно-розыскные мероприятия по выявлению, предупреждению, пресечению и раскрытию шпионажа, организованной преступности, коррупции, незаконного оборота оружия и наркотических средств, контрабанды, представляющих угрозу безопасности Донецкой Народной Республики, и преступлений, дознание и предварительное следствие по которым отнесены законодательством Донецкой Народной Республики к ведению органов Министерства государственной безопасности,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Донецкой Народной Республики, и в иных сл</w:t>
      </w:r>
      <w:r>
        <w:rPr>
          <w:rFonts w:ascii="Times New Roman" w:hAnsi="Times New Roman"/>
          <w:sz w:val="28"/>
          <w:szCs w:val="28"/>
        </w:rPr>
        <w:t>учаях, предусмотренных законом;</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4) </w:t>
      </w:r>
      <w:r w:rsidRPr="00BA43DA">
        <w:rPr>
          <w:rFonts w:ascii="Times New Roman" w:hAnsi="Times New Roman"/>
          <w:sz w:val="28"/>
          <w:szCs w:val="28"/>
        </w:rPr>
        <w:t xml:space="preserve">осуществлять специальные операции по пресечению террористической деятельности (оперативно-боевую деятельность), а также создавать и использовать специальные методики и средства для их осуществления;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5)</w:t>
      </w:r>
      <w:r>
        <w:rPr>
          <w:rFonts w:ascii="Times New Roman" w:hAnsi="Times New Roman"/>
          <w:sz w:val="28"/>
          <w:szCs w:val="28"/>
        </w:rPr>
        <w:t> </w:t>
      </w:r>
      <w:r w:rsidRPr="00BA43DA">
        <w:rPr>
          <w:rFonts w:ascii="Times New Roman" w:hAnsi="Times New Roman"/>
          <w:sz w:val="28"/>
          <w:szCs w:val="28"/>
        </w:rPr>
        <w:t>использовать подразделения специального назначения органов Министерства государственной безопасности и применять боевую технику, оружие, специальные средства, принятые на вооружение органов Министерства государственной безопасности, а также физическую силу против находящихся за пределами территории Донецкой Народной Республики террористов и (или) их баз для устранения угрозы безопасност</w:t>
      </w:r>
      <w:r>
        <w:rPr>
          <w:rFonts w:ascii="Times New Roman" w:hAnsi="Times New Roman"/>
          <w:sz w:val="28"/>
          <w:szCs w:val="28"/>
        </w:rPr>
        <w:t>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6) </w:t>
      </w:r>
      <w:r w:rsidRPr="00BA43DA">
        <w:rPr>
          <w:rFonts w:ascii="Times New Roman" w:hAnsi="Times New Roman"/>
          <w:sz w:val="28"/>
          <w:szCs w:val="28"/>
        </w:rPr>
        <w:t>осуществлять проникновение в специальные службы и организации иностранных государств, проводящие разведывательную и иную деятельность, направленную на нанесение ущерба безопасности Донецкой Народной Республик</w:t>
      </w:r>
      <w:r>
        <w:rPr>
          <w:rFonts w:ascii="Times New Roman" w:hAnsi="Times New Roman"/>
          <w:sz w:val="28"/>
          <w:szCs w:val="28"/>
        </w:rPr>
        <w:t>и, а также в преступные группы;</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7)</w:t>
      </w:r>
      <w:r>
        <w:rPr>
          <w:rFonts w:ascii="Times New Roman" w:hAnsi="Times New Roman"/>
          <w:sz w:val="28"/>
          <w:szCs w:val="28"/>
        </w:rPr>
        <w:t> </w:t>
      </w:r>
      <w:r w:rsidRPr="00BA43DA">
        <w:rPr>
          <w:rFonts w:ascii="Times New Roman" w:hAnsi="Times New Roman"/>
          <w:sz w:val="28"/>
          <w:szCs w:val="28"/>
        </w:rPr>
        <w:t>осуществлять внешнюю разведывательную деятельность самостоятельно с территории Донецкой Народной Республики, а также во взаимодействии с другими органами внешней разведки Донецкой Народной Республики и на основе межгосударственных договоров со специальными службами и с правоохранительными органами иностранных государств в сфере шифрованной, засекреченной и иных видов специальной связи путем использования ради</w:t>
      </w:r>
      <w:r>
        <w:rPr>
          <w:rFonts w:ascii="Times New Roman" w:hAnsi="Times New Roman"/>
          <w:sz w:val="28"/>
          <w:szCs w:val="28"/>
        </w:rPr>
        <w:t>оэлектронных средств и методов;</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8)</w:t>
      </w:r>
      <w:r>
        <w:rPr>
          <w:rFonts w:ascii="Times New Roman" w:hAnsi="Times New Roman"/>
          <w:sz w:val="28"/>
          <w:szCs w:val="28"/>
        </w:rPr>
        <w:t> </w:t>
      </w:r>
      <w:r w:rsidRPr="00BA43DA">
        <w:rPr>
          <w:rFonts w:ascii="Times New Roman" w:hAnsi="Times New Roman"/>
          <w:sz w:val="28"/>
          <w:szCs w:val="28"/>
        </w:rPr>
        <w:t>осуществлять дознание и предварительное следствие по делам о преступлениях, отнесенных законодательством Донецкой Народной Республики к ведению органов Министерства</w:t>
      </w:r>
      <w:r>
        <w:rPr>
          <w:rFonts w:ascii="Times New Roman" w:hAnsi="Times New Roman"/>
          <w:sz w:val="28"/>
          <w:szCs w:val="28"/>
        </w:rPr>
        <w:t xml:space="preserve">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9) </w:t>
      </w:r>
      <w:r w:rsidRPr="00BA43DA">
        <w:rPr>
          <w:rFonts w:ascii="Times New Roman" w:hAnsi="Times New Roman"/>
          <w:sz w:val="28"/>
          <w:szCs w:val="28"/>
        </w:rPr>
        <w:t>составлять протоколы об административных правонарушениях, выносить определения и постановления по делам об административных правонарушениях, назначать административные наказания по делам об административных правонарушениях, вносить представления об устранении причин и условий, способствовавших совершению административных правонарушений, и осуществлять иные полномочия по делам об административных правонарушениях, отнесенным законодательством Донецкой Народной Республики к ведению органов Министерств</w:t>
      </w:r>
      <w:r>
        <w:rPr>
          <w:rFonts w:ascii="Times New Roman" w:hAnsi="Times New Roman"/>
          <w:sz w:val="28"/>
          <w:szCs w:val="28"/>
        </w:rPr>
        <w:t>а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10)</w:t>
      </w:r>
      <w:r>
        <w:rPr>
          <w:rFonts w:ascii="Times New Roman" w:hAnsi="Times New Roman"/>
          <w:sz w:val="28"/>
          <w:szCs w:val="28"/>
        </w:rPr>
        <w:t> </w:t>
      </w:r>
      <w:r w:rsidRPr="00BA43DA">
        <w:rPr>
          <w:rFonts w:ascii="Times New Roman" w:hAnsi="Times New Roman"/>
          <w:sz w:val="28"/>
          <w:szCs w:val="28"/>
        </w:rPr>
        <w:t>объявлять физическому лицу обязательное для исполнения официальное предостережение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Министерства государственной безопасности, при отсутствии оснований для привлечен</w:t>
      </w:r>
      <w:r>
        <w:rPr>
          <w:rFonts w:ascii="Times New Roman" w:hAnsi="Times New Roman"/>
          <w:sz w:val="28"/>
          <w:szCs w:val="28"/>
        </w:rPr>
        <w:t>ия к уголовной ответственности;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11) </w:t>
      </w:r>
      <w:r w:rsidRPr="00BA43DA">
        <w:rPr>
          <w:rFonts w:ascii="Times New Roman" w:hAnsi="Times New Roman"/>
          <w:sz w:val="28"/>
          <w:szCs w:val="28"/>
        </w:rPr>
        <w:t>осуществлять шифровальные работы в органах Министерства государственной безопасности, а также контроль за соблюдением режима секретности при обращении с шифрованной информацией в шифровальных подразделениях государственных органов, предприятий, учреждений и организаций независимо от форм собственности (за исключением учреждений Донецкой Народной Республики, находящихся за ее пределами);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12) </w:t>
      </w:r>
      <w:r w:rsidRPr="00BA43DA">
        <w:rPr>
          <w:rFonts w:ascii="Times New Roman" w:hAnsi="Times New Roman"/>
          <w:sz w:val="28"/>
          <w:szCs w:val="28"/>
        </w:rPr>
        <w:t>использовать в служебных целях средства связи, принадлежащие государственным предприятиям, учреждениям и организациям, а в неотложных случаях – негосударственным предприятиям, учреждениям и организациям, а также общественным объединениям и граждана</w:t>
      </w:r>
      <w:r>
        <w:rPr>
          <w:rFonts w:ascii="Times New Roman" w:hAnsi="Times New Roman"/>
          <w:sz w:val="28"/>
          <w:szCs w:val="28"/>
        </w:rPr>
        <w:t>м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13) </w:t>
      </w:r>
      <w:r w:rsidRPr="00BA43DA">
        <w:rPr>
          <w:rFonts w:ascii="Times New Roman" w:hAnsi="Times New Roman"/>
          <w:sz w:val="28"/>
          <w:szCs w:val="28"/>
        </w:rPr>
        <w:t xml:space="preserve">использовать в случаях, не терпящих отлагательства, транспортные средства, принадлежащие предприятиям, учреждениям и организациям независимо от форм собственности, общественным объединениям или гражданам (за исключением транспортных средств, которые законодательством Донецкой Народной Республики освобождены от такого использования), для предотвращения преступлений, преследования и задержания лиц, совершивших преступления или подозреваемых в их совершении, доставления граждан, нуждающихся в срочной медицинской помощи, в лечебные учреждения, а также для проезда к месту происшествия. По требованию владельцев транспортных средств органы Министерства государственной безопасности в установленном законом порядке возмещают им </w:t>
      </w:r>
      <w:r>
        <w:rPr>
          <w:rFonts w:ascii="Times New Roman" w:hAnsi="Times New Roman"/>
          <w:sz w:val="28"/>
          <w:szCs w:val="28"/>
        </w:rPr>
        <w:t>расходы либо причиненный ущерб;</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14) </w:t>
      </w:r>
      <w:r w:rsidRPr="00BA43DA">
        <w:rPr>
          <w:rFonts w:ascii="Times New Roman" w:hAnsi="Times New Roman"/>
          <w:sz w:val="28"/>
          <w:szCs w:val="28"/>
        </w:rPr>
        <w:t>использовать на безвозмездной основе при выполнении служебных задач водное и воздушное пространство Донецкой Народной Республики, территории (акватории) аэропортов, аэродромов (посадочных площадок) независимо от их организационно-правовых форм и форм собственности, а также получать на безвозмездной основе при выполнении служебных задач обеспечение полетов и судовождения;</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15)</w:t>
      </w:r>
      <w:r>
        <w:rPr>
          <w:rFonts w:ascii="Times New Roman" w:hAnsi="Times New Roman"/>
          <w:sz w:val="28"/>
          <w:szCs w:val="28"/>
        </w:rPr>
        <w:t> </w:t>
      </w:r>
      <w:r w:rsidRPr="00BA43DA">
        <w:rPr>
          <w:rFonts w:ascii="Times New Roman" w:hAnsi="Times New Roman"/>
          <w:sz w:val="28"/>
          <w:szCs w:val="28"/>
        </w:rPr>
        <w:t>в случае, когда промедление может поставить под угрозу жизнь и здоровье граждан, без решения суда беспрепятственно проникать в жилые и иные принадлежащие гражданам помещения, на принадлежащие им земельные участки, на территории и в помещения предприятий, учреждений и организаций независимо от форм собственности, если имеются достаточные данные полагать, что там совершается или совершено общественно опасное деяние, выявление, предупреждение, пресечение, раскрытие и расследование которого отнесены законодательством Донецкой Народной Республики к ведению органов Министерства государственной безопасности, а также в случае преследования лиц, подозреваемых в совершении такого деяния. Обо всех таких случаях проникновения в жилые и иные принадлежащие гражданам помещения органы Министерства государственной безопасности уведом</w:t>
      </w:r>
      <w:r>
        <w:rPr>
          <w:rFonts w:ascii="Times New Roman" w:hAnsi="Times New Roman"/>
          <w:sz w:val="28"/>
          <w:szCs w:val="28"/>
        </w:rPr>
        <w:t>ляют прокурора в течение суток;</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16) </w:t>
      </w:r>
      <w:r w:rsidRPr="00BA43DA">
        <w:rPr>
          <w:rFonts w:ascii="Times New Roman" w:hAnsi="Times New Roman"/>
          <w:sz w:val="28"/>
          <w:szCs w:val="28"/>
        </w:rPr>
        <w:t>производить оцепление (блокирование) участков местности (объектов) при пресечении актов терроризма, экстремизма, массовых беспорядков, а также при розыске лиц, совершивших побег из-под стражи, преследовании лиц, подозреваемых в совершении преступлений, дознание и предварительное следствие по которым отнесены законодательством Донецкой Народной Республики к ведению органов Министерства государственной безопасности, осуществляя при необходимости досмотр транспортных средств. При этом органы Министерства государственной безопасности принимают меры по обеспечению нормальной жизнедеятельности населения и функционирования в этих целях соответствующих объектов в д</w:t>
      </w:r>
      <w:r>
        <w:rPr>
          <w:rFonts w:ascii="Times New Roman" w:hAnsi="Times New Roman"/>
          <w:sz w:val="28"/>
          <w:szCs w:val="28"/>
        </w:rPr>
        <w:t>анной местности;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17) </w:t>
      </w:r>
      <w:r w:rsidRPr="00BA43DA">
        <w:rPr>
          <w:rFonts w:ascii="Times New Roman" w:hAnsi="Times New Roman"/>
          <w:sz w:val="28"/>
          <w:szCs w:val="28"/>
        </w:rPr>
        <w:t>временно ограничивать или запрещать передвижение граждан и транспортных средств по отдельным участкам местности (на отдельных объектах), обязывать граждан оставаться там или покинуть эти участки (объекты) в целях защиты жизни, здоровья и имущества граждан, проведения неотложных следственных действий, оперативно-розыскных и антитеррористических мероприятий;</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18)</w:t>
      </w:r>
      <w:r>
        <w:rPr>
          <w:rFonts w:ascii="Times New Roman" w:hAnsi="Times New Roman"/>
          <w:sz w:val="28"/>
          <w:szCs w:val="28"/>
        </w:rPr>
        <w:t> </w:t>
      </w:r>
      <w:r w:rsidRPr="00BA43DA">
        <w:rPr>
          <w:rFonts w:ascii="Times New Roman" w:hAnsi="Times New Roman"/>
          <w:sz w:val="28"/>
          <w:szCs w:val="28"/>
        </w:rPr>
        <w:t>проверять у лиц документы, удостоверяющие их личность, осуществлять их личный досмотр и досмотр находящихся при них вещей, если имеются достаточные основания подозревать их в совершении административных правонарушений или преступлений, производство либо дознание или предварительное следствие по которым отнесено законодательством Донецкой Народной Республики к ведению органов Министерства государственной безопасности, а также досмотр транспортных средств и находящихся в них грузов при подозрении, что они используются в целях совершения указанных административных правонарушений или преступлений. Перечень должностных лиц органов Министерства государственной безопасности, уполномоченных на осуществление личного досмотра, досмотра вещей, транспортных средств и находящихся в них грузов, определяется руководителем органа исполнительной власти в области обеспечения безопасности;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19)</w:t>
      </w:r>
      <w:r>
        <w:rPr>
          <w:rFonts w:ascii="Times New Roman" w:hAnsi="Times New Roman"/>
          <w:sz w:val="28"/>
          <w:szCs w:val="28"/>
        </w:rPr>
        <w:t> </w:t>
      </w:r>
      <w:r w:rsidRPr="00BA43DA">
        <w:rPr>
          <w:rFonts w:ascii="Times New Roman" w:hAnsi="Times New Roman"/>
          <w:sz w:val="28"/>
          <w:szCs w:val="28"/>
        </w:rPr>
        <w:t>осуществлять административное задержание лиц, совершивших правонарушения, связанные с попытками проникновения и проникновением на специально охраняемые территории особорежимных объектов, закрытых административно-территориальных образований и иных охраняемых объектов, а также проверять у этих лиц документы, удостоверяющие их личность, получать от них объяснения, осуществлять их личный досмотр, досмотр и</w:t>
      </w:r>
      <w:r>
        <w:rPr>
          <w:rFonts w:ascii="Times New Roman" w:hAnsi="Times New Roman"/>
          <w:sz w:val="28"/>
          <w:szCs w:val="28"/>
        </w:rPr>
        <w:t xml:space="preserve"> изъятие их вещей и документов;</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20) </w:t>
      </w:r>
      <w:r w:rsidRPr="00BA43DA">
        <w:rPr>
          <w:rFonts w:ascii="Times New Roman" w:hAnsi="Times New Roman"/>
          <w:sz w:val="28"/>
          <w:szCs w:val="28"/>
        </w:rPr>
        <w:t>вносить в государственные органы, администрации предприятий, учреждений и организаций независимо от форм собственности, а также в общественные объединения обязательные для исполнения представления об устранении причин и условий, способствующих реализации угроз безопасности Донецкой Народной Республики, совершению преступлений, дознание и предварительное следствие по которым отнесены законодательством Донецкой Народной Республики к ведению органов Министерств</w:t>
      </w:r>
      <w:r>
        <w:rPr>
          <w:rFonts w:ascii="Times New Roman" w:hAnsi="Times New Roman"/>
          <w:sz w:val="28"/>
          <w:szCs w:val="28"/>
        </w:rPr>
        <w:t>а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21) </w:t>
      </w:r>
      <w:r w:rsidRPr="00BA43DA">
        <w:rPr>
          <w:rFonts w:ascii="Times New Roman" w:hAnsi="Times New Roman"/>
          <w:sz w:val="28"/>
          <w:szCs w:val="28"/>
        </w:rPr>
        <w:t xml:space="preserve">получать на безвозмездной основе от государственных органов, предприятий, учреждений и организаций независимо от форм собственности информацию, необходимую для выполнения возложенных на органы Министерства государственной безопасности обязанностей, за исключением случаев, когда законами установлен запрет на передачу такой информации органам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22) </w:t>
      </w:r>
      <w:r w:rsidRPr="00BA43DA">
        <w:rPr>
          <w:rFonts w:ascii="Times New Roman" w:hAnsi="Times New Roman"/>
          <w:sz w:val="28"/>
          <w:szCs w:val="28"/>
        </w:rPr>
        <w:t>участвовать и в случае необходимости организовывать проведение ревизий и контроля финансово-хозяйственной деятельности предприятий, учреждений и организаций, независимо от форм собственности;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23) </w:t>
      </w:r>
      <w:r w:rsidRPr="00BA43DA">
        <w:rPr>
          <w:rFonts w:ascii="Times New Roman" w:hAnsi="Times New Roman"/>
          <w:sz w:val="28"/>
          <w:szCs w:val="28"/>
        </w:rPr>
        <w:t xml:space="preserve">обеспечивать безопасность и охрану физических лиц, а также особо важных, промышленных и иных объектов, имеющих значение для государственной безопасности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24) </w:t>
      </w:r>
      <w:r w:rsidRPr="00BA43DA">
        <w:rPr>
          <w:rFonts w:ascii="Times New Roman" w:hAnsi="Times New Roman"/>
          <w:sz w:val="28"/>
          <w:szCs w:val="28"/>
        </w:rPr>
        <w:t xml:space="preserve">создавать в установленном законодательством Донецкой Народной Республики порядке предприятия, учреждения, организации и подразделения, необходимые для выполнения обязанностей, возложенных на органы Министерства государственной безопасности, и обеспечения деятельности указанных органов;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25) </w:t>
      </w:r>
      <w:r w:rsidRPr="00BA43DA">
        <w:rPr>
          <w:rFonts w:ascii="Times New Roman" w:hAnsi="Times New Roman"/>
          <w:sz w:val="28"/>
          <w:szCs w:val="28"/>
        </w:rPr>
        <w:t>создавать подразделения специального назначения для выполнения обязанностей, возложенных на органы Министерства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26) </w:t>
      </w:r>
      <w:r w:rsidRPr="00BA43DA">
        <w:rPr>
          <w:rFonts w:ascii="Times New Roman" w:hAnsi="Times New Roman"/>
          <w:sz w:val="28"/>
          <w:szCs w:val="28"/>
        </w:rPr>
        <w:t>проводить криминалистические и другие экспертизы и исследования;</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27)</w:t>
      </w:r>
      <w:r>
        <w:rPr>
          <w:rFonts w:ascii="Times New Roman" w:hAnsi="Times New Roman"/>
          <w:sz w:val="28"/>
          <w:szCs w:val="28"/>
        </w:rPr>
        <w:t> </w:t>
      </w:r>
      <w:r w:rsidRPr="00BA43DA">
        <w:rPr>
          <w:rFonts w:ascii="Times New Roman" w:hAnsi="Times New Roman"/>
          <w:sz w:val="28"/>
          <w:szCs w:val="28"/>
        </w:rPr>
        <w:t>осуществлять внешние сношения со специальными службами и правоохранительными органами иностранных государств, обмениваться с ними на взаимной основе оперативной информацией, специальными техническими и иными средствами в пределах полномочий органов Министерства государственной безопасности и порядке, установленном нормативными правовыми актами органа исполнительной власти в области обеспечения безопасности; заключать в установленном порядке и пределах своих полномочий международные договоры Донецкой Нар</w:t>
      </w:r>
      <w:r>
        <w:rPr>
          <w:rFonts w:ascii="Times New Roman" w:hAnsi="Times New Roman"/>
          <w:sz w:val="28"/>
          <w:szCs w:val="28"/>
        </w:rPr>
        <w:t>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28) </w:t>
      </w:r>
      <w:r w:rsidRPr="00BA43DA">
        <w:rPr>
          <w:rFonts w:ascii="Times New Roman" w:hAnsi="Times New Roman"/>
          <w:sz w:val="28"/>
          <w:szCs w:val="28"/>
        </w:rPr>
        <w:t>направлять официальных представителей, советников и специалистов органов Министерства государственной безопасности в иностранные государства по согласованию со специальными службами или с правоохранительными органами этих государств в целях повышения эффективности борьбы с преступле</w:t>
      </w:r>
      <w:r>
        <w:rPr>
          <w:rFonts w:ascii="Times New Roman" w:hAnsi="Times New Roman"/>
          <w:sz w:val="28"/>
          <w:szCs w:val="28"/>
        </w:rPr>
        <w:t>ниями международного характера;</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29) </w:t>
      </w:r>
      <w:r w:rsidRPr="00BA43DA">
        <w:rPr>
          <w:rFonts w:ascii="Times New Roman" w:hAnsi="Times New Roman"/>
          <w:sz w:val="28"/>
          <w:szCs w:val="28"/>
        </w:rPr>
        <w:t>осуществлять меры по обеспечению собственной безопасности, в том числе по предотвращению проникновения специальных служб и организаций иностранных государств, преступных групп и отдельных лиц с использованием технических средств к защищаемым органами Министерства государственной безопасности сведениям, сост</w:t>
      </w:r>
      <w:r>
        <w:rPr>
          <w:rFonts w:ascii="Times New Roman" w:hAnsi="Times New Roman"/>
          <w:sz w:val="28"/>
          <w:szCs w:val="28"/>
        </w:rPr>
        <w:t>авляющим государственную тайну;</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30) </w:t>
      </w:r>
      <w:r w:rsidRPr="00BA43DA">
        <w:rPr>
          <w:rFonts w:ascii="Times New Roman" w:hAnsi="Times New Roman"/>
          <w:sz w:val="28"/>
          <w:szCs w:val="28"/>
        </w:rPr>
        <w:t>самостоятельно осуществлять отбор (в том числе на конкурсной основе) кандидатов для поступления на военную службу по контракту в органы Министерства государственной безопасности из числа граждан Донецкой Народной Республики в порядке, определяемом руководителем органа исполнительной власти в об</w:t>
      </w:r>
      <w:r>
        <w:rPr>
          <w:rFonts w:ascii="Times New Roman" w:hAnsi="Times New Roman"/>
          <w:sz w:val="28"/>
          <w:szCs w:val="28"/>
        </w:rPr>
        <w:t>ласти обеспечения безопасности;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31) </w:t>
      </w:r>
      <w:r w:rsidRPr="00BA43DA">
        <w:rPr>
          <w:rFonts w:ascii="Times New Roman" w:hAnsi="Times New Roman"/>
          <w:sz w:val="28"/>
          <w:szCs w:val="28"/>
        </w:rPr>
        <w:t>разрешать сотрудникам органов Министерства государственной безопасности хранение и ношение табельного оружия и специальных средств;</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32) </w:t>
      </w:r>
      <w:r w:rsidRPr="00BA43DA">
        <w:rPr>
          <w:rFonts w:ascii="Times New Roman" w:hAnsi="Times New Roman"/>
          <w:sz w:val="28"/>
          <w:szCs w:val="28"/>
        </w:rPr>
        <w:t>использовать в целях зашифровки личности сотрудников органов Министерства государственной безопасности, ведомственной принадлежности их подразделений, помещений и транспортных средств документы других министерств, ведомств, предприятий, учреждений и организаций;</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33) </w:t>
      </w:r>
      <w:r w:rsidRPr="00BA43DA">
        <w:rPr>
          <w:rFonts w:ascii="Times New Roman" w:hAnsi="Times New Roman"/>
          <w:sz w:val="28"/>
          <w:szCs w:val="28"/>
        </w:rPr>
        <w:t>использовать для проведения неотложных действий по разминированию, пресечению террористических актов и нарушений режима государственной границы Донецкой Народной Республики принадлежащие им транспортные средства, оборудованные устройствами для подачи специальных световых и звуковых сигналов, при наличии на наружных поверхностях указанных транспортных средств специа</w:t>
      </w:r>
      <w:r>
        <w:rPr>
          <w:rFonts w:ascii="Times New Roman" w:hAnsi="Times New Roman"/>
          <w:sz w:val="28"/>
          <w:szCs w:val="28"/>
        </w:rPr>
        <w:t>льных цветографических схем;</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34) </w:t>
      </w:r>
      <w:r w:rsidRPr="00BA43DA">
        <w:rPr>
          <w:rFonts w:ascii="Times New Roman" w:hAnsi="Times New Roman"/>
          <w:sz w:val="28"/>
          <w:szCs w:val="28"/>
        </w:rPr>
        <w:t>проводить научные исследования проблем безопасност</w:t>
      </w:r>
      <w:r>
        <w:rPr>
          <w:rFonts w:ascii="Times New Roman" w:hAnsi="Times New Roman"/>
          <w:sz w:val="28"/>
          <w:szCs w:val="28"/>
        </w:rPr>
        <w:t>и Донецкой Народной Республики;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35) </w:t>
      </w:r>
      <w:r w:rsidRPr="00BA43DA">
        <w:rPr>
          <w:rFonts w:ascii="Times New Roman" w:hAnsi="Times New Roman"/>
          <w:sz w:val="28"/>
          <w:szCs w:val="28"/>
        </w:rPr>
        <w:t xml:space="preserve">оказывать содействие предприятиям, учреждениям и организациям независимо от форм собственности в разработке мер по защите коммерческой </w:t>
      </w:r>
      <w:r>
        <w:rPr>
          <w:rFonts w:ascii="Times New Roman" w:hAnsi="Times New Roman"/>
          <w:sz w:val="28"/>
          <w:szCs w:val="28"/>
        </w:rPr>
        <w:t>тайны;</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36) </w:t>
      </w:r>
      <w:r w:rsidRPr="00BA43DA">
        <w:rPr>
          <w:rFonts w:ascii="Times New Roman" w:hAnsi="Times New Roman"/>
          <w:sz w:val="28"/>
          <w:szCs w:val="28"/>
        </w:rPr>
        <w:t>осуществлять на компенсационной или безвозмездной основе подготовку кадров для иных государственных органов, специальных служб иностранных государств, служб безопасности предприятий, учреждений и организаций независимо от форм собственности, если это не противоречит принципам деятельности органов Министерств</w:t>
      </w:r>
      <w:r>
        <w:rPr>
          <w:rFonts w:ascii="Times New Roman" w:hAnsi="Times New Roman"/>
          <w:sz w:val="28"/>
          <w:szCs w:val="28"/>
        </w:rPr>
        <w:t>а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37) </w:t>
      </w:r>
      <w:r w:rsidRPr="00BA43DA">
        <w:rPr>
          <w:rFonts w:ascii="Times New Roman" w:hAnsi="Times New Roman"/>
          <w:sz w:val="28"/>
          <w:szCs w:val="28"/>
        </w:rPr>
        <w:t>осуществлять в соответствии со своей компетенцией регулирование в области разработки, производства, реализации, эксплуатации шифровальных (криптографических) средств и защищенных с использованием шифровальных средств систем и комплексов телекоммуникаций, расположенных на территории Донецкой Народной Республики, а также в области предоставления услуг по шифрованию информации в Донецкой Народной Республики, выявления электронных устройств, предназначенных для негласного получения информации, в помещениях и технических средствах;</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38) </w:t>
      </w:r>
      <w:r w:rsidRPr="00BA43DA">
        <w:rPr>
          <w:rFonts w:ascii="Times New Roman" w:hAnsi="Times New Roman"/>
          <w:sz w:val="28"/>
          <w:szCs w:val="28"/>
        </w:rPr>
        <w:t>осуществлять государственный контроль за организацией и функционированием криптографической и инженерно-технической безопасности информационно-телекоммуникационных систем, сетей связи специального назначения и иных сетей связи, обеспечивающих передачу информации с использованием шифров, контроль за соблюдением режима секретности при обращении с шифрованной информацией в шифровальных подразделениях государственных органов и организаций на территории Донецкой Народной Республики и в ее учреждениях, находящихся за пределами Донецкой Народной Республики, а также в соответствии со своей компетенцией контроль за обеспечением защиты особо важных объектов (помещений) и находящихся в них технических средств от утечки инф</w:t>
      </w:r>
      <w:r>
        <w:rPr>
          <w:rFonts w:ascii="Times New Roman" w:hAnsi="Times New Roman"/>
          <w:sz w:val="28"/>
          <w:szCs w:val="28"/>
        </w:rPr>
        <w:t>ормации по техническим каналам;</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39)</w:t>
      </w:r>
      <w:r>
        <w:rPr>
          <w:rFonts w:ascii="Times New Roman" w:hAnsi="Times New Roman"/>
          <w:sz w:val="28"/>
          <w:szCs w:val="28"/>
        </w:rPr>
        <w:t> </w:t>
      </w:r>
      <w:r w:rsidRPr="00BA43DA">
        <w:rPr>
          <w:rFonts w:ascii="Times New Roman" w:hAnsi="Times New Roman"/>
          <w:sz w:val="28"/>
          <w:szCs w:val="28"/>
        </w:rPr>
        <w:t>участвовать в определении порядка разработки, производства, реализации, эксплуатации и обеспечения защиты технических средств обработки, хранения и передачи информации ограниченного доступа, предназначенных для использования в учреждениях Донецкой Народной Республик</w:t>
      </w:r>
      <w:r>
        <w:rPr>
          <w:rFonts w:ascii="Times New Roman" w:hAnsi="Times New Roman"/>
          <w:sz w:val="28"/>
          <w:szCs w:val="28"/>
        </w:rPr>
        <w:t>и, находящихся за ее пределами;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40) </w:t>
      </w:r>
      <w:r w:rsidRPr="00BA43DA">
        <w:rPr>
          <w:rFonts w:ascii="Times New Roman" w:hAnsi="Times New Roman"/>
          <w:sz w:val="28"/>
          <w:szCs w:val="28"/>
        </w:rPr>
        <w:t>обеспечивать выявление устройств перехвата информации на особо важных объектах (в помещениях) и технических средствах, предназначенных для использования в органах государственной власти;</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41) </w:t>
      </w:r>
      <w:r w:rsidRPr="00BA43DA">
        <w:rPr>
          <w:rFonts w:ascii="Times New Roman" w:hAnsi="Times New Roman"/>
          <w:sz w:val="28"/>
          <w:szCs w:val="28"/>
        </w:rPr>
        <w:t>получать биологический материал и осуществлять обработку геномной информации по преступлениям, дознание и предварительное следствие по которым отнесено законодательством Донецкой Народной Республики к ведению органов Министерства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Реализовывать иные права, предоставляемые законодательством органам Министерства государственной безопасности.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Использование органами Министерства государственной безопасности предоставленных им прав для выполнения обязанностей, не предусмотренных законами, не допускается.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7903FF">
        <w:rPr>
          <w:rFonts w:ascii="Times New Roman" w:hAnsi="Times New Roman"/>
          <w:sz w:val="28"/>
          <w:szCs w:val="28"/>
        </w:rPr>
        <w:t>18.</w:t>
      </w:r>
      <w:r>
        <w:rPr>
          <w:rFonts w:ascii="Times New Roman" w:hAnsi="Times New Roman"/>
          <w:b/>
          <w:sz w:val="28"/>
          <w:szCs w:val="28"/>
        </w:rPr>
        <w:t> </w:t>
      </w:r>
      <w:r w:rsidRPr="00BA43DA">
        <w:rPr>
          <w:rFonts w:ascii="Times New Roman" w:hAnsi="Times New Roman"/>
          <w:b/>
          <w:sz w:val="28"/>
          <w:szCs w:val="28"/>
        </w:rPr>
        <w:t xml:space="preserve">Применение органами Министерства государственной безопасности мер профилактики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К мерам профилактики, применяемым органами Министерства государственной безопасности, относятся внесение представления об устранении причин и условий, способствующих реализации угроз безопасности Донецкой Народной Республики, и объявление официального предостережения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При наличии достаточных данных, выявленных в процессе оперативно-служебной деятельности органов Министерства государственной безопасности и указывающих на наличие причин и условий, способствующих реализации угроз безопасности Донецкой Народной Республики, органами Министерства государственной безопасности вносятся в соответствующие государственные органы, администрации предприятий, учреждений и организаций независимо от форм собственности, а также в общественные объединения обязательные для исполнения представления об устранении причин и условий, способствующих реализации угроз безопасности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 целях предупреждения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Министерства государственной безопасности, при наличии достаточных и предварительно подтвержденных сведений о действиях физического лица, создающих условия для совершения указанных преступлений, и при отсутствии оснований для его привлечения к уголовной ответственности органы Министерства государственной безопасности, предварительно уведомив об этом прокурора, могут объявлять этому лицу обязательное для исполнения официальное предостережение о недопустимости действий, создающих условия для совершения таких преступлений.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Руководитель органа Министерства государственной безопасности или его заместитель, уполномоченные объявлять официальное предостережение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Министерства государственной безопасности, в течение десяти дней после проверки полученных сведений о совершении физическим лицом указанных действий принимает решение об объявлении данному лицу официального предостережения. Не позднее чем через пять дней со дня принятия указанного решения официальное предостережение направляется (вручается) физическому лицу.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Порядок внесения представления об устранении причин и условий, способствующих реализации угроз безопасности Донецкой Народной Республики, порядок объявления официального предостережения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Министерства государственной безопасности, включая порядок его направления (вручения), форма официального предостережения, а также перечни категорий руководителей органов Министерства государственной безопасности и их заместителей, уполномоченных вносить представление и объявлять официальное предостережение, устанавливаются нормативными правовыми актами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Представление об устранении причин и условий, способствующих реализации угроз безопасности Донецкой Народной Республики, и официальное предостережение о недопустимости действий, создающих условия для совершения преступлений, дознание и предварительное следствие по которым отнесено законодательством Донецкой Народной Республики к ведению органов Министерства государственной безопасности, могут быть обжалованы в суд и органы, указанные в статье 6 настоящего Закона.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7903FF">
        <w:rPr>
          <w:rFonts w:ascii="Times New Roman" w:hAnsi="Times New Roman"/>
          <w:sz w:val="28"/>
          <w:szCs w:val="28"/>
        </w:rPr>
        <w:t>19.</w:t>
      </w:r>
      <w:r>
        <w:rPr>
          <w:rFonts w:ascii="Times New Roman" w:hAnsi="Times New Roman"/>
          <w:sz w:val="28"/>
          <w:szCs w:val="28"/>
        </w:rPr>
        <w:t> </w:t>
      </w:r>
      <w:r w:rsidRPr="00BA43DA">
        <w:rPr>
          <w:rFonts w:ascii="Times New Roman" w:hAnsi="Times New Roman"/>
          <w:b/>
          <w:sz w:val="28"/>
          <w:szCs w:val="28"/>
        </w:rPr>
        <w:t xml:space="preserve">Применение оружия, специальных средств и физической силы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Сотрудникам органов Министерства государственной безопасности разрешается хранение и ношение табельного оружия и специальных средств.</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Они имеют право применять боевую технику, оружие, специальные средства, физическую силу, в том числе боевые приемы борьбы, в соответствии с нормативными правовыми актам</w:t>
      </w:r>
      <w:r>
        <w:rPr>
          <w:rFonts w:ascii="Times New Roman" w:hAnsi="Times New Roman"/>
          <w:sz w:val="28"/>
          <w:szCs w:val="28"/>
        </w:rPr>
        <w:t>и Донецкой Народной Республики.</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br w:type="column"/>
        <w:t>Статья </w:t>
      </w:r>
      <w:r w:rsidRPr="007903FF">
        <w:rPr>
          <w:rFonts w:ascii="Times New Roman" w:hAnsi="Times New Roman"/>
          <w:sz w:val="28"/>
          <w:szCs w:val="28"/>
        </w:rPr>
        <w:t>20.</w:t>
      </w:r>
      <w:r>
        <w:rPr>
          <w:rFonts w:ascii="Times New Roman" w:hAnsi="Times New Roman"/>
          <w:b/>
          <w:sz w:val="28"/>
          <w:szCs w:val="28"/>
        </w:rPr>
        <w:t> </w:t>
      </w:r>
      <w:r w:rsidRPr="00BA43DA">
        <w:rPr>
          <w:rFonts w:ascii="Times New Roman" w:hAnsi="Times New Roman"/>
          <w:b/>
          <w:sz w:val="28"/>
          <w:szCs w:val="28"/>
        </w:rPr>
        <w:t xml:space="preserve">Взаимодействие с иными учреждениями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Органы Министерства государственной безопасности осуществляют свою деятельность во взаимодействии с органами государственной власти, органами местного самоуправления, предприятиями, учреждениями и организациями независимо от форм собственности.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Органы Министерства государственной безопасности могут использовать возможности других сил обеспечения безопасности Донецкой Народной Республики в порядке, установленном законами и нормативными правовыми актами Главы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Государственные органы, а также предприятия, учреждения и организации обязаны оказывать содействие органам Министерства государственной безопасности в осуществлении ими возложенных на них обязанностей.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Физические и юридические лица в Донецкой Народной Республики, предоставляющие услуги почтовой связи, электросвязи всех видов, в том числе систем телекодовой, конфиденциальной, спутниковой связи, обязаны по требованию органов Министерства государственной безопасности включать в состав аппаратных средств дополнительные оборудование и программные средства, а также создавать другие условия, необходимые для проведения оперативно-технических мероприятий органами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 целях решения задач обеспечения безопасности Донецкой Народной Республики военнослужащие органов Министерства государственной безопасности могут быть прикомандированы к государственным органам, предприятиям, учреждениям и организациям независимо от форм собственности с согласия их руководителей в порядке, установленном Главой Донецкой Народной Республики, с оставлением их на военной службе.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Взаимодействие органов Министерства государственной безопасности со специальными службами, с правоохранительными органами и иными организациями иностранных государств устанавливается на основании международных договоров Донецкой Народной Республики.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Глава 4</w:t>
      </w:r>
      <w:r w:rsidRPr="007903FF">
        <w:rPr>
          <w:rFonts w:ascii="Times New Roman" w:hAnsi="Times New Roman"/>
          <w:sz w:val="28"/>
          <w:szCs w:val="28"/>
        </w:rPr>
        <w:t>.</w:t>
      </w:r>
      <w:r>
        <w:rPr>
          <w:rFonts w:ascii="Times New Roman" w:hAnsi="Times New Roman"/>
          <w:sz w:val="28"/>
          <w:szCs w:val="28"/>
        </w:rPr>
        <w:t> </w:t>
      </w:r>
      <w:r w:rsidRPr="00BA43DA">
        <w:rPr>
          <w:rFonts w:ascii="Times New Roman" w:hAnsi="Times New Roman"/>
          <w:b/>
          <w:sz w:val="28"/>
          <w:szCs w:val="28"/>
        </w:rPr>
        <w:t>Силы и средства органов Министерства государственной безопасности</w:t>
      </w:r>
    </w:p>
    <w:p w:rsidR="00911EA8" w:rsidRDefault="00911EA8" w:rsidP="00A278A9">
      <w:pPr>
        <w:spacing w:after="360"/>
        <w:ind w:firstLine="709"/>
        <w:jc w:val="both"/>
        <w:rPr>
          <w:rFonts w:ascii="Times New Roman" w:hAnsi="Times New Roman"/>
          <w:b/>
          <w:sz w:val="28"/>
          <w:szCs w:val="28"/>
        </w:rPr>
      </w:pPr>
      <w:r w:rsidRPr="007903FF">
        <w:rPr>
          <w:rFonts w:ascii="Times New Roman" w:hAnsi="Times New Roman"/>
          <w:sz w:val="28"/>
          <w:szCs w:val="28"/>
        </w:rPr>
        <w:t>Статья</w:t>
      </w:r>
      <w:r>
        <w:rPr>
          <w:rFonts w:ascii="Times New Roman" w:hAnsi="Times New Roman"/>
          <w:sz w:val="28"/>
          <w:szCs w:val="28"/>
        </w:rPr>
        <w:t> </w:t>
      </w:r>
      <w:r w:rsidRPr="007903FF">
        <w:rPr>
          <w:rFonts w:ascii="Times New Roman" w:hAnsi="Times New Roman"/>
          <w:sz w:val="28"/>
          <w:szCs w:val="28"/>
        </w:rPr>
        <w:t>21.</w:t>
      </w:r>
      <w:r>
        <w:rPr>
          <w:rFonts w:ascii="Times New Roman" w:hAnsi="Times New Roman"/>
          <w:sz w:val="28"/>
          <w:szCs w:val="28"/>
        </w:rPr>
        <w:t> </w:t>
      </w:r>
      <w:r w:rsidRPr="00BA43DA">
        <w:rPr>
          <w:rFonts w:ascii="Times New Roman" w:hAnsi="Times New Roman"/>
          <w:b/>
          <w:sz w:val="28"/>
          <w:szCs w:val="28"/>
        </w:rPr>
        <w:t xml:space="preserve">Сотрудники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Органы Министерства государственной безопасности комплектуются (в том числе на конкурсной основе) военнослужащими, государственными гражданскими служащими и работниками (далее также – военнослужащие и гражданский персонал). Военнослужащие органов Министерства государственной безопасности, проходящие службу по контракту, а также государственные гражданские служащие органов МГБ ДНР и работники органов МГБ ДНР, назначенные на должности военнослужащих, являются сотрудниками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Сотрудником органов МГБ ДНР может быть гражданин Донецкой Народной Республики, способный по своим личным, профессиональным и психологическим качествам, возрасту, образованию и состоянию здоровья исполнять возложенные на него обязанности. Квалификационные требования к уровню образования, стажу, профессиональным знаниям и навыкам, необходимым для исполнения должностных обязанностей сотрудника органов Министерства государственной безопасности, устанавливаются руководителем органа исполнительной власти в области обеспечения безопасности или уполномоченными им должностными лицами.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Граждане Донецкой Народной Республики не могут быть приняты на службу или на работу в органы Министерства государственной безопасности, а военнослужащие и гражданский персонал органов Министерства государственной безопасности могут быть уволены со службы или с работы по основаниям, предусмотренным законодательством Донецкой Народной Республики, либо в случае: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 </w:t>
      </w:r>
      <w:r w:rsidRPr="00BA43DA">
        <w:rPr>
          <w:rFonts w:ascii="Times New Roman" w:hAnsi="Times New Roman"/>
          <w:sz w:val="28"/>
          <w:szCs w:val="28"/>
        </w:rPr>
        <w:t xml:space="preserve">отказа от прохождения обязательной государственной дактилоскопической регистрации, процедуры проверки или оформления допуска к сведениям, составляющим государственную тайну, обязательного опроса с использованием технических и иных средств, не наносящих ущерба жизни и здоровью людей и не причиняющих вреда окружающей среде, обязательного обследования на предмет употребления наркотических средств и психотропных веществ;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 </w:t>
      </w:r>
      <w:r w:rsidRPr="00BA43DA">
        <w:rPr>
          <w:rFonts w:ascii="Times New Roman" w:hAnsi="Times New Roman"/>
          <w:sz w:val="28"/>
          <w:szCs w:val="28"/>
        </w:rPr>
        <w:t xml:space="preserve">наличия судимости в настоящее время или в прошлом, в том числе снятой или погашенной, если в отношении их прекращено уголовное преследование за истечением срока давности, в связи с примирением сторон, вследствие акта об амнистии или в связи с деятельным раскаянием;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 </w:t>
      </w:r>
      <w:r w:rsidRPr="00BA43DA">
        <w:rPr>
          <w:rFonts w:ascii="Times New Roman" w:hAnsi="Times New Roman"/>
          <w:sz w:val="28"/>
          <w:szCs w:val="28"/>
        </w:rPr>
        <w:t xml:space="preserve">непредставления документов или сведений, подлежащих обязательному представлению в соответствии с нормативно-правовыми актами Донецкой Народной Республики и нормативно-правовыми актами органа исполнительной власти в области обеспечения безопасности, либо представления подложных документов или заведомо ложных сведений;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 данных случаях военнослужащие и гражданский персонал органов Министерства государственной безопасности могут быть уволены со службы или с работы в соответствии с законодательством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Несоответствие лица одному из указанных в части второй настоящей статьи требований, касающихся его личных и профессиональных качеств, возраста, образования, состояния здоровья, или иным требованиям, установленным настоящим Законом, служит основанием для отказа в приеме или переводе его на военную службу по контракту, на государственную гражданскую службу или на работу в органы Министерства государственной безопасности, а также для расторжения с ним соответственно контракта или трудового соглашения.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Сведения об основании для отказа в приеме на службу или работу в органы Министерства государственной безопасности представляются гражданину с учетом законодательства Донецкой Народной Республики о государственной и иной охраняемой законом тайне.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Граждане Донецкой Народной Республики, поступающие на военную службу по контракту, на государственную гражданскую службу или на работу в органы Министерства государственной безопасности, проходят проверку в целях определения их пригодности к службе или работе в органах Министерства государственной безопасности, в том числе посредством проведения психофизиологического исследования в порядке, установленном руководителем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 гражданами Донецкой Народной Республики, являющимися высококвалифицированными специалистами, достигшими возраста 40 лет, может быть заключен первый контракт о прохождении военной службы, с достигшими предельного возраста пребывания на военной службе, - новый контракт о прохождении военной службы в порядке, определяемом руководителем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22. </w:t>
      </w:r>
      <w:r w:rsidRPr="00BA43DA">
        <w:rPr>
          <w:rFonts w:ascii="Times New Roman" w:hAnsi="Times New Roman"/>
          <w:b/>
          <w:sz w:val="28"/>
          <w:szCs w:val="28"/>
        </w:rPr>
        <w:t xml:space="preserve">Служба в органах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Военнослужащие органов Министерства государственной безопасности проходят службу в соответствии с законодательством Донецкой Народной Республики о прохождении военной службы с учетом установленных настоящим Законом особенностей, обусловленных спецификой исполняемых ими обязанностей. При осуществлении оперативно-служебной деятельности сотрудники органов Министерства государственной безопасности подчиняются только непосредственному и прямому начальнику. При получении приказа или распоряжения, противоречащих закону, сотрудник органов Министерства государственной безопасности должен руководствоваться законом.</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Сотрудники органов Министерства государственной безопасности в своей служебной деятельности обязаны соблюдать кодекс этики и служебного поведения сотрудников органов Министерства государственной безопасности, утверждаемый руководителем органа исполнительной власти в области обеспечения безопасности. За нарушение положений указанного кодекса сотрудники органов Министерства государственной безопасности несут ответственность в соответствии с законодательством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Численность военнослужащих и гражданского персонала органов Министерства государственной безопасности устанавливается Главой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Полномочия должностных лиц органов Министерства государственной безопасности на утверждение должностных регламентов, применение поощрений и дисциплинарных взысканий в отношении подчиненных им военнослужащих, а также на присвоение воинских званий, назначение и увольнение военнослужащих (за исключением военнослужащих, замещающих должности высшего офицерского состава) устанавливаются руководителем органа исполнительной власти в области обеспечения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 военнослужащими органов Министерства государственной безопасности, являющимися высококвалифицированными специалистами и достигшими предельного возраста пребывания на военной службе, могут быть заключены контракты о прохождении военной службы на период до достижения ими 65-летнего возраста в порядке, определяемом руководителем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Военнослужащим и гражданскому персоналу органов Министерства государственной безопасности запрещается самостоятельно или через доверенных лиц принимать участие в управлении организациями (за исключением участия в управлении некоммерческой организацией на безвозмездной основе, если это обусловлено решением задач оперативно-служебной деятельности, либо участия в общем собрании членов некоммерческой организации), заниматься предпринимательской деятельностью, а также оказывать содействие физическим и юридическим лицам в осуществлении такой деятельности. Сотрудникам органов Министерства государственной безопасности запрещается совмещать военную службу в органах Министерства государственной безопасности (государственную гражданскую службу или работу в органах Министерства государственной безопасности) с иной оплачиваемой деятельностью, кроме научной, преподавательской и иной творческой деятельности, за исключением случаев, когда это предусмотрено законодательством Донецкой Народной Республики и (или) необходимо для решения задач оперативно-служебной деятельности. </w:t>
      </w:r>
    </w:p>
    <w:p w:rsidR="00911EA8" w:rsidRDefault="00911EA8" w:rsidP="00A278A9">
      <w:pPr>
        <w:spacing w:after="360"/>
        <w:ind w:firstLine="709"/>
        <w:jc w:val="both"/>
        <w:rPr>
          <w:rFonts w:ascii="Times New Roman" w:hAnsi="Times New Roman"/>
          <w:b/>
          <w:sz w:val="28"/>
          <w:szCs w:val="28"/>
        </w:rPr>
      </w:pPr>
      <w:r w:rsidRPr="007903FF">
        <w:rPr>
          <w:rFonts w:ascii="Times New Roman" w:hAnsi="Times New Roman"/>
          <w:sz w:val="28"/>
          <w:szCs w:val="28"/>
        </w:rPr>
        <w:t>Статья</w:t>
      </w:r>
      <w:r>
        <w:rPr>
          <w:rFonts w:ascii="Times New Roman" w:hAnsi="Times New Roman"/>
          <w:sz w:val="28"/>
          <w:szCs w:val="28"/>
        </w:rPr>
        <w:t> </w:t>
      </w:r>
      <w:r w:rsidRPr="007903FF">
        <w:rPr>
          <w:rFonts w:ascii="Times New Roman" w:hAnsi="Times New Roman"/>
          <w:sz w:val="28"/>
          <w:szCs w:val="28"/>
        </w:rPr>
        <w:t>23.</w:t>
      </w:r>
      <w:r>
        <w:rPr>
          <w:rFonts w:ascii="Times New Roman" w:hAnsi="Times New Roman"/>
          <w:sz w:val="28"/>
          <w:szCs w:val="28"/>
        </w:rPr>
        <w:t> </w:t>
      </w:r>
      <w:r w:rsidRPr="00BA43DA">
        <w:rPr>
          <w:rFonts w:ascii="Times New Roman" w:hAnsi="Times New Roman"/>
          <w:b/>
          <w:sz w:val="28"/>
          <w:szCs w:val="28"/>
        </w:rPr>
        <w:t>Меры обеспечения собственной безопасности органов Министерст</w:t>
      </w:r>
      <w:r>
        <w:rPr>
          <w:rFonts w:ascii="Times New Roman" w:hAnsi="Times New Roman"/>
          <w:b/>
          <w:sz w:val="28"/>
          <w:szCs w:val="28"/>
        </w:rPr>
        <w:t>ва государственной безопасности</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Граждане Донецкой Народной Республики, поступающие на военную службу, на государственную гражданскую службу или на работу в органы Министерства государственной безопасности, военнослужащие и гражданский персонал органов Министерства государственной безопасности проходят: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 </w:t>
      </w:r>
      <w:r w:rsidRPr="00BA43DA">
        <w:rPr>
          <w:rFonts w:ascii="Times New Roman" w:hAnsi="Times New Roman"/>
          <w:sz w:val="28"/>
          <w:szCs w:val="28"/>
        </w:rPr>
        <w:t xml:space="preserve">психофизиологические исследования, тестирования на предмет употребления наркотических средств и психотропных веществ, наличия у них алкогольной, наркотической или иной токсической зависимости, проверку в целях определения их пригодности к службе или к работе в органах Министерства государственной безопасности и соответствия квалификационным требованиям, в том числе обязательный опрос с использованием технических и иных средств, не наносящих ущерба жизни и здоровью людей и не причиняющих вреда окружающей среде;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 </w:t>
      </w:r>
      <w:r w:rsidRPr="00BA43DA">
        <w:rPr>
          <w:rFonts w:ascii="Times New Roman" w:hAnsi="Times New Roman"/>
          <w:sz w:val="28"/>
          <w:szCs w:val="28"/>
        </w:rPr>
        <w:t xml:space="preserve">процедуру оформления допуска к сведениям, составляющим государственную тайну;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 </w:t>
      </w:r>
      <w:r w:rsidRPr="00BA43DA">
        <w:rPr>
          <w:rFonts w:ascii="Times New Roman" w:hAnsi="Times New Roman"/>
          <w:sz w:val="28"/>
          <w:szCs w:val="28"/>
        </w:rPr>
        <w:t xml:space="preserve">проверку, которая связана с обеспечением собственной безопасности органов Министерства государственной безопасности, в том числе с использованием технических и иных средств, не наносящих ущерба жизни и здоровью людей и не причиняющих вреда окружающей среде.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Исследования, тестирования и проверки, указанные в настоящей статье, проводятся в случаях, порядке и сроки, которые определяются руководителем органа исполнительной власти в области обеспечения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Согласие граждан Донецкой Народной Республики, поступающих на военную службу, на государственную гражданскую службу или на работу в органы Министерства государственной безопасности, военнослужащих и гражданского персонала органов Министерства государственной безопасности на прохождение в период службы или работы исследований, тестирований и проверок, указанных в настоящей статье, закрепляется соответственно в контракте о прохождении военной службы, трудовом соглашении.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Военнослужащим и гражданскому персоналу органов Министерства государственной безопасности запрещается размещать в средствах массовой информации, в информационно-телекоммуникационной сети Интернет информацию (в том числе фото-, видеоматериалы и другие материалы) о себе, других сотрудниках органов Министерства государственной безопасности, позволяющую раскрыть ведомственную принадлежность к кадровому составу органов Министерства государственной безопасности, о своей служебной деятельности, деятельности органов Министерства государственной безопасности, за исключением случаев, предусмотренных нормативно-правовыми актами Донецкой Народной Республики, нормативно-правовыми актами органа исполнительной власти в области обеспечения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Граждане Донецкой Народной Республики, поступающие на военную службу, на государственную гражданскую службу или на работу в органы Министерства государственной безопасности, военнослужащие и гражданский персонал органов Министерства государственной безопасности обязаны представлять в подразделения кадров информацию, относящуюся к обеспечению собственной безопасности органов Министерства государственной безопасности, в соответствии с перечнем в случаях и порядке, которые определяются руководителем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Военнослужащим и гражданскому персоналу органов Министерства государственной безопасности допускается устанавливать контакты с иностранными гражданами в порядке и на условиях, которые определяются руководителем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7903FF">
        <w:rPr>
          <w:rFonts w:ascii="Times New Roman" w:hAnsi="Times New Roman"/>
          <w:sz w:val="28"/>
          <w:szCs w:val="28"/>
        </w:rPr>
        <w:t>24.</w:t>
      </w:r>
      <w:r>
        <w:rPr>
          <w:rFonts w:ascii="Times New Roman" w:hAnsi="Times New Roman"/>
          <w:sz w:val="28"/>
          <w:szCs w:val="28"/>
        </w:rPr>
        <w:t> </w:t>
      </w:r>
      <w:r w:rsidRPr="00BA43DA">
        <w:rPr>
          <w:rFonts w:ascii="Times New Roman" w:hAnsi="Times New Roman"/>
          <w:b/>
          <w:sz w:val="28"/>
          <w:szCs w:val="28"/>
        </w:rPr>
        <w:t xml:space="preserve">Правовая защита сотрудников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Сотрудники органов Министерства государственной безопасности при исполнении служебных обязанностей являются представителями органов государственной власти и находятся под защитой государства. Никто, кроме государственных органов и должностных лиц, уполномоченных на то законом, не вправе вмешиваться в их служебную деятельность.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Воспрепятствование исполнению сотрудником органов Министерства государственной безопасности служебных обязанностей, оскорбление, сопротивление, насилие или угроза применения насилия по отношению к нему в связи с исполнением указанным сотрудником служебных обязанностей влекут за собой ответственность, предусмотренную законодательством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Защита жизни и здоровья, чести и достоинства, а также имущества сотрудника органов Министерства государственной безопасности и членов его семьи от преступных посягательств в связи с исполнением им служебных обязанностей осуществляется в порядке, предусмотренном законодательством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При исполнении сотрудником органов Министерства государственной безопасности служебных обязанностей не допускаются его привод, задержание, личный досмотр и досмотр его вещей, а также досмотр личного и используемого им транспорта без официального представителя органов Министерства государственной безопасности или решения суда.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Сведения о сотрудниках органов Министерства государственной безопасности, выполнявших (выполняющих) специальные задания в специальных службах и организациях иностранных государств, в преступных группах, составляют государственную тайну и могут быть преданы гласности только с письменного согласия указанных сотрудников и в случаях, предусмотренных законодательством.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7903FF">
        <w:rPr>
          <w:rFonts w:ascii="Times New Roman" w:hAnsi="Times New Roman"/>
          <w:sz w:val="28"/>
          <w:szCs w:val="28"/>
        </w:rPr>
        <w:t>25.</w:t>
      </w:r>
      <w:r>
        <w:rPr>
          <w:rFonts w:ascii="Times New Roman" w:hAnsi="Times New Roman"/>
          <w:sz w:val="28"/>
          <w:szCs w:val="28"/>
        </w:rPr>
        <w:t> </w:t>
      </w:r>
      <w:r w:rsidRPr="00BA43DA">
        <w:rPr>
          <w:rFonts w:ascii="Times New Roman" w:hAnsi="Times New Roman"/>
          <w:b/>
          <w:sz w:val="28"/>
          <w:szCs w:val="28"/>
        </w:rPr>
        <w:t xml:space="preserve">Социальная поддержка сотрудников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Военнослужащим органов Министерства государственной безопасности из числа высококвалифицированных специалистов в выслугу лет для назначения пенсии и исчисления процентной надбавки за выслугу лет может засчитываться стаж их трудовой деятельности до зачисления на военную службу в порядке, определяемом руководителем органа исполнительной власти в области обеспечения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Время выполнения сотрудниками органов Министерства государственной безопасности специальных заданий в специальных службах и организациях иностранных государств, в преступных группах подлежит зачету в выслугу лет в льготном исчислении для назначения пенсии, присвоения воинского звания и исчисления процентной надбавки за выслугу лет в порядке, утверждаемом Главой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Военнослужащие органов Министерства государственной безопасности при исполнении служебных обязанностей пользуются правом проезда на попутном транспорте (за исключением личного) при предъявлении служебного удостоверения.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Военнослужащие органов Министерства государственной безопасности, обеспечивающие безопасность объектов транспорта, имеют право проезда в поездах, на речных, морских и воздушных судах в пределах обслуживаемых объектов без приобретения проездных документов исключительно при выполнении служебных обязанностей, связанных с обеспечением безопасности указанных объектов.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Сотрудникам органов Министерства государственной безопасности, использующим в служебных целях личный транспорт, выплачивается денежная компенсация в порядке и размере, устанавливаемых Главой Донецкой Народной Республики.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Военнослужащим органов Министерства государственной безопасности установка телефонов по месту жительства осуществляется по действующим тарифам в срок, не превышающий одного года со дня подачи заявления.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Время нахождения военнослужащих органов Министерства государственной безопасности на излечении в связи с полученными ими при исполнении служебных обязанностей ранениями, контузиями или увечьями не ограничивается только при наличии неоспоримых данных о возможности восстановления способности к несению военной службы.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Гражданский персонал органов Министерства государственной безопасности имеет право на медицинскую помощь в военно-медицинских организациях органов Министерства государственной безопасности, осуществляемую за счет средств, выделяемых из бюджета на содержание органов Министерства государственной безопасности. </w:t>
      </w:r>
    </w:p>
    <w:p w:rsidR="00911EA8" w:rsidRDefault="00911EA8" w:rsidP="00A278A9">
      <w:pPr>
        <w:spacing w:after="360"/>
        <w:ind w:firstLine="709"/>
        <w:jc w:val="both"/>
        <w:rPr>
          <w:rFonts w:ascii="Times New Roman" w:hAnsi="Times New Roman"/>
          <w:b/>
          <w:sz w:val="28"/>
          <w:szCs w:val="28"/>
        </w:rPr>
      </w:pPr>
      <w:r w:rsidRPr="007903FF">
        <w:rPr>
          <w:rFonts w:ascii="Times New Roman" w:hAnsi="Times New Roman"/>
          <w:sz w:val="28"/>
          <w:szCs w:val="28"/>
        </w:rPr>
        <w:t>Статья</w:t>
      </w:r>
      <w:r>
        <w:rPr>
          <w:rFonts w:ascii="Times New Roman" w:hAnsi="Times New Roman"/>
          <w:sz w:val="28"/>
          <w:szCs w:val="28"/>
        </w:rPr>
        <w:t> </w:t>
      </w:r>
      <w:r w:rsidRPr="007903FF">
        <w:rPr>
          <w:rFonts w:ascii="Times New Roman" w:hAnsi="Times New Roman"/>
          <w:sz w:val="28"/>
          <w:szCs w:val="28"/>
        </w:rPr>
        <w:t>26.</w:t>
      </w:r>
      <w:r>
        <w:rPr>
          <w:rFonts w:ascii="Times New Roman" w:hAnsi="Times New Roman"/>
          <w:sz w:val="28"/>
          <w:szCs w:val="28"/>
        </w:rPr>
        <w:t> </w:t>
      </w:r>
      <w:r w:rsidRPr="00BA43DA">
        <w:rPr>
          <w:rFonts w:ascii="Times New Roman" w:hAnsi="Times New Roman"/>
          <w:b/>
          <w:sz w:val="28"/>
          <w:szCs w:val="28"/>
        </w:rPr>
        <w:t xml:space="preserve">Лица, содействующие органам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Органы Министерства государственной безопасности могут привлекать отдельных лиц с их согласия к содействию в решении возложенных на органы Министерства государственной безопасности обязанностей на гласной и негласной (конфиденциальной) основе, в том числе в качестве внештатных сотрудников. Полномочия внештатного сотрудника органов Министерства государственной безопасности определяются нормативными правовыми актами органа исполнительной власти в области обеспечения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Лица, оказывающие содействие органам Министерства государственной безопасности, имеют право: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w:t>
      </w:r>
      <w:r>
        <w:rPr>
          <w:rFonts w:ascii="Times New Roman" w:hAnsi="Times New Roman"/>
          <w:sz w:val="28"/>
          <w:szCs w:val="28"/>
        </w:rPr>
        <w:t> </w:t>
      </w:r>
      <w:r w:rsidRPr="00BA43DA">
        <w:rPr>
          <w:rFonts w:ascii="Times New Roman" w:hAnsi="Times New Roman"/>
          <w:sz w:val="28"/>
          <w:szCs w:val="28"/>
        </w:rPr>
        <w:t xml:space="preserve">заключать контракт с органами Министерства государственной безопасности о конфиденциальном сотрудничестве;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2) </w:t>
      </w:r>
      <w:r w:rsidRPr="00BA43DA">
        <w:rPr>
          <w:rFonts w:ascii="Times New Roman" w:hAnsi="Times New Roman"/>
          <w:sz w:val="28"/>
          <w:szCs w:val="28"/>
        </w:rPr>
        <w:t xml:space="preserve">получать от сотрудников органов Министерства государственной безопасности разъяснения своих задач, обязанностей и прав;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3) </w:t>
      </w:r>
      <w:r w:rsidRPr="00BA43DA">
        <w:rPr>
          <w:rFonts w:ascii="Times New Roman" w:hAnsi="Times New Roman"/>
          <w:sz w:val="28"/>
          <w:szCs w:val="28"/>
        </w:rPr>
        <w:t xml:space="preserve">использовать в целях конспирации документы, зашифровывающие личность;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4) </w:t>
      </w:r>
      <w:r w:rsidRPr="00BA43DA">
        <w:rPr>
          <w:rFonts w:ascii="Times New Roman" w:hAnsi="Times New Roman"/>
          <w:sz w:val="28"/>
          <w:szCs w:val="28"/>
        </w:rPr>
        <w:t xml:space="preserve">получать вознаграждение;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5) </w:t>
      </w:r>
      <w:r w:rsidRPr="00BA43DA">
        <w:rPr>
          <w:rFonts w:ascii="Times New Roman" w:hAnsi="Times New Roman"/>
          <w:sz w:val="28"/>
          <w:szCs w:val="28"/>
        </w:rPr>
        <w:t xml:space="preserve">получать компенсацию за ущерб, причиненный их здоровью либо имуществу в процессе оказания содействия органам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Лица, оказывающие содействие органам Министерства государственной безопасности, обязаны: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1) </w:t>
      </w:r>
      <w:r w:rsidRPr="00BA43DA">
        <w:rPr>
          <w:rFonts w:ascii="Times New Roman" w:hAnsi="Times New Roman"/>
          <w:sz w:val="28"/>
          <w:szCs w:val="28"/>
        </w:rPr>
        <w:t xml:space="preserve">соблюдать условия заключаемого с органами Министерства государственной безопасности контракта или договоренности о сотрудничестве;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2)</w:t>
      </w:r>
      <w:r>
        <w:rPr>
          <w:rFonts w:ascii="Times New Roman" w:hAnsi="Times New Roman"/>
          <w:sz w:val="28"/>
          <w:szCs w:val="28"/>
        </w:rPr>
        <w:t> </w:t>
      </w:r>
      <w:r w:rsidRPr="00BA43DA">
        <w:rPr>
          <w:rFonts w:ascii="Times New Roman" w:hAnsi="Times New Roman"/>
          <w:sz w:val="28"/>
          <w:szCs w:val="28"/>
        </w:rPr>
        <w:t xml:space="preserve">выполнять поручения органов Министерства государственной безопасности, направленные на осуществление возложенных на них обязанностей;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3)</w:t>
      </w:r>
      <w:r>
        <w:rPr>
          <w:rFonts w:ascii="Times New Roman" w:hAnsi="Times New Roman"/>
          <w:sz w:val="28"/>
          <w:szCs w:val="28"/>
        </w:rPr>
        <w:t> </w:t>
      </w:r>
      <w:r w:rsidRPr="00BA43DA">
        <w:rPr>
          <w:rFonts w:ascii="Times New Roman" w:hAnsi="Times New Roman"/>
          <w:sz w:val="28"/>
          <w:szCs w:val="28"/>
        </w:rPr>
        <w:t xml:space="preserve">не допускать умышленного предоставления необъективной, неполной, ложной или клеветнической информации; </w:t>
      </w:r>
    </w:p>
    <w:p w:rsidR="00911EA8" w:rsidRPr="00BA43DA" w:rsidRDefault="00911EA8" w:rsidP="00A278A9">
      <w:pPr>
        <w:spacing w:after="360"/>
        <w:ind w:firstLine="709"/>
        <w:jc w:val="both"/>
        <w:rPr>
          <w:rFonts w:ascii="Times New Roman" w:hAnsi="Times New Roman"/>
          <w:sz w:val="28"/>
          <w:szCs w:val="28"/>
        </w:rPr>
      </w:pPr>
      <w:r>
        <w:rPr>
          <w:rFonts w:ascii="Times New Roman" w:hAnsi="Times New Roman"/>
          <w:sz w:val="28"/>
          <w:szCs w:val="28"/>
        </w:rPr>
        <w:t>4) </w:t>
      </w:r>
      <w:r w:rsidRPr="00BA43DA">
        <w:rPr>
          <w:rFonts w:ascii="Times New Roman" w:hAnsi="Times New Roman"/>
          <w:sz w:val="28"/>
          <w:szCs w:val="28"/>
        </w:rPr>
        <w:t xml:space="preserve">не разглашать сведения, составляющие государственную тайну, и иные сведения, ставшие им известными в процессе оказания содействия органам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Запрещается использовать конфиденциальное содействие на контрактной основе депутатов, судей, прокуроров, адвокатов, несовершеннолетних, священнослужителей и полномочных представителей, официально зарегистрированных религиозных организаций.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Сведения о лицах, оказывающих или оказывавших органам Министерства государственной безопасности содействие на конфиденциальной основе, составляют государственную тайну и могут быть преданы гласности только с письменного согласия этих лиц и в случаях, предусмотренных законами.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27.</w:t>
      </w:r>
      <w:r>
        <w:rPr>
          <w:rFonts w:ascii="Times New Roman" w:hAnsi="Times New Roman"/>
          <w:sz w:val="28"/>
          <w:szCs w:val="28"/>
        </w:rPr>
        <w:t> </w:t>
      </w:r>
      <w:r w:rsidRPr="00BA43DA">
        <w:rPr>
          <w:rFonts w:ascii="Times New Roman" w:hAnsi="Times New Roman"/>
          <w:b/>
          <w:sz w:val="28"/>
          <w:szCs w:val="28"/>
        </w:rPr>
        <w:t xml:space="preserve">Информационное обеспечение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Для осуществления своей деятельности органы Министерства государственной безопасности могут без лицензирования разрабатывать, создавать и эксплуатировать информационные системы, системы связи и системы передачи данных, а также средства защиты информации, включая средства криптографической защиты.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Наличие в информационных системах сведений о физических и юридических лицах не является основанием для принятия органами Министерства государственной безопасности мер, ограничивающих права указанных лиц.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Порядок учета и использования информации о совершенных правонарушениях, затрагивающих вопросы обеспечения безопасности Донецкой Народной Республики, а также сведений о разведывательной и иной деятельности специальных служб и организаций иностранных государств, отдельных лиц, направленной на нанесение ущерба безопасности Донецкой Народной Республики, устанавливается нормативными правовыми актами органа исполнительной власти в области обеспечения безопасности.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Глава 5</w:t>
      </w:r>
      <w:r w:rsidRPr="00C32885">
        <w:rPr>
          <w:rFonts w:ascii="Times New Roman" w:hAnsi="Times New Roman"/>
          <w:sz w:val="28"/>
          <w:szCs w:val="28"/>
        </w:rPr>
        <w:t>.</w:t>
      </w:r>
      <w:r>
        <w:rPr>
          <w:rFonts w:ascii="Times New Roman" w:hAnsi="Times New Roman"/>
          <w:sz w:val="28"/>
          <w:szCs w:val="28"/>
        </w:rPr>
        <w:t> </w:t>
      </w:r>
      <w:r w:rsidRPr="00BA43DA">
        <w:rPr>
          <w:rFonts w:ascii="Times New Roman" w:hAnsi="Times New Roman"/>
          <w:b/>
          <w:sz w:val="28"/>
          <w:szCs w:val="28"/>
        </w:rPr>
        <w:t>Контроль и надзор за деятельностью органов Министерства государственной безопасности</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28.</w:t>
      </w:r>
      <w:r>
        <w:rPr>
          <w:rFonts w:ascii="Times New Roman" w:hAnsi="Times New Roman"/>
          <w:sz w:val="28"/>
          <w:szCs w:val="28"/>
        </w:rPr>
        <w:t> </w:t>
      </w:r>
      <w:r w:rsidRPr="00BA43DA">
        <w:rPr>
          <w:rFonts w:ascii="Times New Roman" w:hAnsi="Times New Roman"/>
          <w:b/>
          <w:sz w:val="28"/>
          <w:szCs w:val="28"/>
        </w:rPr>
        <w:t xml:space="preserve">Контроль за деятельностью органов Министерства государственной безопасности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Контроль за деятельностью органов Министерства государственной безопасности осуществляют Глава Донецкой Народной Республики, Народный Совет Донецкой Народной Республики, и судебные органы в пределах полномочий, определяемых Конституцией и законами Донецкой Народной Республики. </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 xml:space="preserve">Депутаты Народного Совета Донецкой Народной Республики в связи с осуществлением ими депутатской деятельности вправе получать сведения о деятельности органов Министерства государственной безопасности в порядке, определяемом законодательством Донецкой Народной Республики. </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29. </w:t>
      </w:r>
      <w:r w:rsidRPr="00BA43DA">
        <w:rPr>
          <w:rFonts w:ascii="Times New Roman" w:hAnsi="Times New Roman"/>
          <w:b/>
          <w:sz w:val="28"/>
          <w:szCs w:val="28"/>
        </w:rPr>
        <w:t xml:space="preserve">Прокурорский надзор </w:t>
      </w:r>
    </w:p>
    <w:p w:rsidR="00911EA8" w:rsidRPr="00BA43DA"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1. Надзор за исполнением органами Министерства государственной безопасности законов Донецкой Народной Республики осуществляют Генеральный прокурор Донецкой Народной Республики и уполномоченные им прокуроры, в пределах полномочий, установленных законодательством Донецкой Народной Республики.</w:t>
      </w:r>
    </w:p>
    <w:p w:rsidR="00911EA8" w:rsidRDefault="00911EA8" w:rsidP="00A278A9">
      <w:pPr>
        <w:spacing w:after="360"/>
        <w:ind w:firstLine="709"/>
        <w:jc w:val="both"/>
        <w:rPr>
          <w:rFonts w:ascii="Times New Roman" w:hAnsi="Times New Roman"/>
          <w:sz w:val="28"/>
          <w:szCs w:val="28"/>
        </w:rPr>
      </w:pPr>
      <w:r w:rsidRPr="00BA43DA">
        <w:rPr>
          <w:rFonts w:ascii="Times New Roman" w:hAnsi="Times New Roman"/>
          <w:sz w:val="28"/>
          <w:szCs w:val="28"/>
        </w:rPr>
        <w:t>2. Сведения о лицах, оказывающих или оказывавших органам Министерства государственной безопасности содействие на конфиденциальной основе, а также об организации, о тактике, методах и средствах осуществления деятельности органов Министерства государственной безопасности в предмет прокурорского надзора не входят.</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Глава 6</w:t>
      </w:r>
      <w:r w:rsidRPr="00C32885">
        <w:rPr>
          <w:rFonts w:ascii="Times New Roman" w:hAnsi="Times New Roman"/>
          <w:sz w:val="28"/>
          <w:szCs w:val="28"/>
        </w:rPr>
        <w:t>.</w:t>
      </w:r>
      <w:r>
        <w:rPr>
          <w:rFonts w:ascii="Times New Roman" w:hAnsi="Times New Roman"/>
          <w:sz w:val="28"/>
          <w:szCs w:val="28"/>
        </w:rPr>
        <w:t> </w:t>
      </w:r>
      <w:r w:rsidRPr="00BA43DA">
        <w:rPr>
          <w:rFonts w:ascii="Times New Roman" w:hAnsi="Times New Roman"/>
          <w:b/>
          <w:sz w:val="28"/>
          <w:szCs w:val="28"/>
        </w:rPr>
        <w:t>Заключительные положения</w:t>
      </w:r>
    </w:p>
    <w:p w:rsidR="00911EA8" w:rsidRDefault="00911EA8" w:rsidP="00A278A9">
      <w:pPr>
        <w:spacing w:after="360"/>
        <w:ind w:firstLine="709"/>
        <w:jc w:val="both"/>
        <w:rPr>
          <w:rFonts w:ascii="Times New Roman" w:hAnsi="Times New Roman"/>
          <w:b/>
          <w:sz w:val="28"/>
          <w:szCs w:val="28"/>
        </w:rPr>
      </w:pPr>
      <w:r>
        <w:rPr>
          <w:rFonts w:ascii="Times New Roman" w:hAnsi="Times New Roman"/>
          <w:sz w:val="28"/>
          <w:szCs w:val="28"/>
        </w:rPr>
        <w:t>Статья </w:t>
      </w:r>
      <w:r w:rsidRPr="00C32885">
        <w:rPr>
          <w:rFonts w:ascii="Times New Roman" w:hAnsi="Times New Roman"/>
          <w:sz w:val="28"/>
          <w:szCs w:val="28"/>
        </w:rPr>
        <w:t>30.</w:t>
      </w:r>
      <w:r>
        <w:rPr>
          <w:rFonts w:ascii="Times New Roman" w:hAnsi="Times New Roman"/>
          <w:sz w:val="28"/>
          <w:szCs w:val="28"/>
        </w:rPr>
        <w:t> </w:t>
      </w:r>
      <w:r w:rsidRPr="00BA43DA">
        <w:rPr>
          <w:rFonts w:ascii="Times New Roman" w:hAnsi="Times New Roman"/>
          <w:b/>
          <w:sz w:val="28"/>
          <w:szCs w:val="28"/>
        </w:rPr>
        <w:t>Вступление настоящего Закона в силу</w:t>
      </w:r>
    </w:p>
    <w:p w:rsidR="00911EA8" w:rsidRPr="00BA43DA" w:rsidRDefault="00911EA8" w:rsidP="00B82534">
      <w:pPr>
        <w:spacing w:after="0"/>
        <w:ind w:firstLine="709"/>
        <w:jc w:val="both"/>
        <w:rPr>
          <w:rFonts w:ascii="Times New Roman" w:hAnsi="Times New Roman"/>
          <w:sz w:val="28"/>
          <w:szCs w:val="28"/>
        </w:rPr>
      </w:pPr>
      <w:r w:rsidRPr="00BA43DA">
        <w:rPr>
          <w:rFonts w:ascii="Times New Roman" w:hAnsi="Times New Roman"/>
          <w:sz w:val="28"/>
          <w:szCs w:val="28"/>
        </w:rPr>
        <w:t>Настоящий Закон вступает в силу со дня его официального опубликования.</w:t>
      </w:r>
    </w:p>
    <w:p w:rsidR="00911EA8" w:rsidRDefault="00911EA8" w:rsidP="00B82534">
      <w:pPr>
        <w:spacing w:after="0"/>
        <w:ind w:firstLine="709"/>
        <w:jc w:val="both"/>
        <w:rPr>
          <w:rFonts w:ascii="Times New Roman" w:hAnsi="Times New Roman"/>
          <w:sz w:val="28"/>
          <w:szCs w:val="28"/>
        </w:rPr>
      </w:pPr>
    </w:p>
    <w:p w:rsidR="00911EA8" w:rsidRDefault="00911EA8" w:rsidP="00B82534">
      <w:pPr>
        <w:spacing w:after="0"/>
        <w:ind w:firstLine="709"/>
        <w:jc w:val="both"/>
        <w:rPr>
          <w:rFonts w:ascii="Times New Roman" w:hAnsi="Times New Roman"/>
          <w:sz w:val="28"/>
          <w:szCs w:val="28"/>
        </w:rPr>
      </w:pPr>
    </w:p>
    <w:p w:rsidR="00911EA8" w:rsidRDefault="00911EA8" w:rsidP="00B82534">
      <w:pPr>
        <w:spacing w:after="0"/>
        <w:ind w:firstLine="709"/>
        <w:jc w:val="both"/>
        <w:rPr>
          <w:rFonts w:ascii="Times New Roman" w:hAnsi="Times New Roman"/>
          <w:sz w:val="28"/>
          <w:szCs w:val="28"/>
        </w:rPr>
      </w:pPr>
    </w:p>
    <w:p w:rsidR="00911EA8" w:rsidRDefault="00911EA8" w:rsidP="00B82534">
      <w:pPr>
        <w:spacing w:after="0"/>
        <w:ind w:firstLine="709"/>
        <w:jc w:val="both"/>
        <w:rPr>
          <w:rFonts w:ascii="Times New Roman" w:hAnsi="Times New Roman"/>
          <w:sz w:val="28"/>
          <w:szCs w:val="28"/>
        </w:rPr>
      </w:pPr>
    </w:p>
    <w:p w:rsidR="00911EA8" w:rsidRPr="00BA43DA" w:rsidRDefault="00911EA8" w:rsidP="00B82534">
      <w:pPr>
        <w:spacing w:after="0"/>
        <w:jc w:val="both"/>
        <w:rPr>
          <w:rFonts w:ascii="Times New Roman" w:hAnsi="Times New Roman"/>
          <w:sz w:val="28"/>
          <w:szCs w:val="28"/>
        </w:rPr>
      </w:pPr>
      <w:r w:rsidRPr="00BA43DA">
        <w:rPr>
          <w:rFonts w:ascii="Times New Roman" w:hAnsi="Times New Roman"/>
          <w:sz w:val="28"/>
          <w:szCs w:val="28"/>
        </w:rPr>
        <w:t>Глава</w:t>
      </w:r>
    </w:p>
    <w:p w:rsidR="00911EA8" w:rsidRDefault="00911EA8" w:rsidP="00B82534">
      <w:pPr>
        <w:spacing w:after="0"/>
        <w:jc w:val="both"/>
        <w:rPr>
          <w:rFonts w:ascii="Times New Roman" w:hAnsi="Times New Roman"/>
          <w:sz w:val="28"/>
          <w:szCs w:val="28"/>
        </w:rPr>
      </w:pPr>
      <w:r w:rsidRPr="00BA43DA">
        <w:rPr>
          <w:rFonts w:ascii="Times New Roman" w:hAnsi="Times New Roman"/>
          <w:sz w:val="28"/>
          <w:szCs w:val="28"/>
        </w:rPr>
        <w:t>Дон</w:t>
      </w:r>
      <w:r>
        <w:rPr>
          <w:rFonts w:ascii="Times New Roman" w:hAnsi="Times New Roman"/>
          <w:sz w:val="28"/>
          <w:szCs w:val="28"/>
        </w:rPr>
        <w:t>ецкой Народной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BA43DA">
        <w:rPr>
          <w:rFonts w:ascii="Times New Roman" w:hAnsi="Times New Roman"/>
          <w:sz w:val="28"/>
          <w:szCs w:val="28"/>
        </w:rPr>
        <w:t>А.В. Захарченко</w:t>
      </w:r>
    </w:p>
    <w:p w:rsidR="00911EA8" w:rsidRDefault="00911EA8" w:rsidP="00B82534">
      <w:pPr>
        <w:spacing w:after="0"/>
        <w:jc w:val="both"/>
        <w:rPr>
          <w:rFonts w:ascii="Times New Roman" w:hAnsi="Times New Roman"/>
          <w:sz w:val="28"/>
          <w:szCs w:val="28"/>
        </w:rPr>
      </w:pPr>
    </w:p>
    <w:p w:rsidR="00911EA8" w:rsidRPr="00BA43DA" w:rsidRDefault="00911EA8" w:rsidP="00B82534">
      <w:pPr>
        <w:spacing w:after="0"/>
        <w:jc w:val="both"/>
        <w:rPr>
          <w:rFonts w:ascii="Times New Roman" w:hAnsi="Times New Roman"/>
          <w:sz w:val="28"/>
          <w:szCs w:val="28"/>
        </w:rPr>
      </w:pPr>
    </w:p>
    <w:p w:rsidR="00911EA8" w:rsidRPr="00BA43DA" w:rsidRDefault="00911EA8" w:rsidP="00B82534">
      <w:pPr>
        <w:spacing w:after="120"/>
        <w:jc w:val="both"/>
        <w:rPr>
          <w:rFonts w:ascii="Times New Roman" w:hAnsi="Times New Roman"/>
          <w:sz w:val="28"/>
          <w:szCs w:val="28"/>
        </w:rPr>
      </w:pPr>
      <w:r>
        <w:rPr>
          <w:rFonts w:ascii="Times New Roman" w:hAnsi="Times New Roman"/>
          <w:sz w:val="28"/>
          <w:szCs w:val="28"/>
        </w:rPr>
        <w:t>г</w:t>
      </w:r>
      <w:r w:rsidRPr="00BA43DA">
        <w:rPr>
          <w:rFonts w:ascii="Times New Roman" w:hAnsi="Times New Roman"/>
          <w:sz w:val="28"/>
          <w:szCs w:val="28"/>
        </w:rPr>
        <w:t>. Донецк</w:t>
      </w:r>
    </w:p>
    <w:p w:rsidR="00911EA8" w:rsidRPr="00BA43DA" w:rsidRDefault="00911EA8" w:rsidP="00B82534">
      <w:pPr>
        <w:spacing w:after="120"/>
        <w:jc w:val="both"/>
        <w:rPr>
          <w:rFonts w:ascii="Times New Roman" w:hAnsi="Times New Roman"/>
          <w:sz w:val="28"/>
          <w:szCs w:val="28"/>
        </w:rPr>
      </w:pPr>
      <w:r w:rsidRPr="00BA43DA">
        <w:rPr>
          <w:rFonts w:ascii="Times New Roman" w:hAnsi="Times New Roman"/>
          <w:sz w:val="28"/>
          <w:szCs w:val="28"/>
        </w:rPr>
        <w:t>24 декабря 2014 года</w:t>
      </w:r>
    </w:p>
    <w:p w:rsidR="00911EA8" w:rsidRDefault="00911EA8" w:rsidP="00B82534">
      <w:pPr>
        <w:spacing w:after="120"/>
        <w:jc w:val="both"/>
        <w:rPr>
          <w:rFonts w:ascii="Times New Roman" w:hAnsi="Times New Roman"/>
          <w:sz w:val="28"/>
          <w:szCs w:val="28"/>
        </w:rPr>
      </w:pPr>
      <w:r>
        <w:rPr>
          <w:rFonts w:ascii="Times New Roman" w:hAnsi="Times New Roman"/>
          <w:sz w:val="28"/>
          <w:szCs w:val="28"/>
        </w:rPr>
        <w:t xml:space="preserve">№ </w:t>
      </w:r>
      <w:r w:rsidRPr="00BA43DA">
        <w:rPr>
          <w:rFonts w:ascii="Times New Roman" w:hAnsi="Times New Roman"/>
          <w:sz w:val="28"/>
          <w:szCs w:val="28"/>
        </w:rPr>
        <w:t>02-</w:t>
      </w:r>
      <w:r w:rsidRPr="00BA43DA">
        <w:rPr>
          <w:rFonts w:ascii="Times New Roman" w:hAnsi="Times New Roman"/>
          <w:sz w:val="28"/>
          <w:szCs w:val="28"/>
          <w:lang w:val="en-US"/>
        </w:rPr>
        <w:t>I</w:t>
      </w:r>
      <w:r w:rsidRPr="00BA43DA">
        <w:rPr>
          <w:rFonts w:ascii="Times New Roman" w:hAnsi="Times New Roman"/>
          <w:sz w:val="28"/>
          <w:szCs w:val="28"/>
        </w:rPr>
        <w:t>НС</w:t>
      </w:r>
    </w:p>
    <w:p w:rsidR="00911EA8" w:rsidRPr="00BA43DA" w:rsidRDefault="00911EA8" w:rsidP="00B82534">
      <w:pPr>
        <w:spacing w:after="120"/>
        <w:jc w:val="both"/>
        <w:rPr>
          <w:rFonts w:ascii="Times New Roman" w:hAnsi="Times New Roman"/>
          <w:sz w:val="28"/>
          <w:szCs w:val="28"/>
        </w:rPr>
      </w:pPr>
      <w:r>
        <w:rPr>
          <w:noProof/>
          <w:lang w:eastAsia="ru-RU"/>
        </w:rPr>
        <w:pict>
          <v:shape id="Рисунок 3" o:spid="_x0000_s1026" type="#_x0000_t75" alt="http://qrcoder.ru/code/?http%3A%2F%2Fdnrsovet.su%2Fzakonodatelnaya-deyatelnost%2Fprinyatye%2Fzakony%2Fzakon-dnr-o-mgb%2F&amp;2&amp;0" style="position:absolute;left:0;text-align:left;margin-left:17pt;margin-top:0;width:57pt;height:57pt;z-index:251658240;visibility:visible;mso-position-horizontal:right;mso-position-horizontal-relative:margin;mso-position-vertical:bottom;mso-position-vertical-relative:margin">
            <v:imagedata r:id="rId7" r:href="rId8"/>
            <w10:wrap type="square" anchorx="margin" anchory="margin"/>
          </v:shape>
        </w:pict>
      </w:r>
    </w:p>
    <w:sectPr w:rsidR="00911EA8" w:rsidRPr="00BA43DA" w:rsidSect="006F3EF5">
      <w:headerReference w:type="default" r:id="rId9"/>
      <w:footerReference w:type="default" r:id="rId10"/>
      <w:pgSz w:w="11906" w:h="16838"/>
      <w:pgMar w:top="1134" w:right="567" w:bottom="1134" w:left="1701"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EA8" w:rsidRDefault="00911EA8" w:rsidP="00AF1BF3">
      <w:pPr>
        <w:spacing w:after="0" w:line="240" w:lineRule="auto"/>
      </w:pPr>
      <w:r>
        <w:separator/>
      </w:r>
    </w:p>
  </w:endnote>
  <w:endnote w:type="continuationSeparator" w:id="0">
    <w:p w:rsidR="00911EA8" w:rsidRDefault="00911EA8" w:rsidP="00AF1B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EA8" w:rsidRDefault="00911EA8">
    <w:pPr>
      <w:pStyle w:val="Footer"/>
      <w:jc w:val="right"/>
    </w:pPr>
  </w:p>
  <w:p w:rsidR="00911EA8" w:rsidRDefault="00911E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EA8" w:rsidRDefault="00911EA8" w:rsidP="00AF1BF3">
      <w:pPr>
        <w:spacing w:after="0" w:line="240" w:lineRule="auto"/>
      </w:pPr>
      <w:r>
        <w:separator/>
      </w:r>
    </w:p>
  </w:footnote>
  <w:footnote w:type="continuationSeparator" w:id="0">
    <w:p w:rsidR="00911EA8" w:rsidRDefault="00911EA8" w:rsidP="00AF1B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EA8" w:rsidRDefault="00911EA8">
    <w:pPr>
      <w:pStyle w:val="Header"/>
      <w:jc w:val="center"/>
    </w:pPr>
    <w:fldSimple w:instr="PAGE   \* MERGEFORMAT">
      <w:r>
        <w:rPr>
          <w:noProof/>
        </w:rPr>
        <w:t>2</w:t>
      </w:r>
    </w:fldSimple>
  </w:p>
  <w:p w:rsidR="00911EA8" w:rsidRDefault="00911EA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6693"/>
    <w:rsid w:val="00001A19"/>
    <w:rsid w:val="00005A27"/>
    <w:rsid w:val="00010A48"/>
    <w:rsid w:val="00017604"/>
    <w:rsid w:val="00027FE9"/>
    <w:rsid w:val="000423F0"/>
    <w:rsid w:val="0007248C"/>
    <w:rsid w:val="00072D3E"/>
    <w:rsid w:val="0008337D"/>
    <w:rsid w:val="000945CF"/>
    <w:rsid w:val="000A43D8"/>
    <w:rsid w:val="000A4D06"/>
    <w:rsid w:val="000F63BF"/>
    <w:rsid w:val="0012249D"/>
    <w:rsid w:val="0012265D"/>
    <w:rsid w:val="00150B20"/>
    <w:rsid w:val="00156903"/>
    <w:rsid w:val="00197537"/>
    <w:rsid w:val="001A3539"/>
    <w:rsid w:val="001C13C9"/>
    <w:rsid w:val="001C72F7"/>
    <w:rsid w:val="001D2D2B"/>
    <w:rsid w:val="00201707"/>
    <w:rsid w:val="0023057D"/>
    <w:rsid w:val="00235812"/>
    <w:rsid w:val="00237339"/>
    <w:rsid w:val="00243C1C"/>
    <w:rsid w:val="002554C7"/>
    <w:rsid w:val="00267981"/>
    <w:rsid w:val="002775CA"/>
    <w:rsid w:val="00291AA5"/>
    <w:rsid w:val="002944C4"/>
    <w:rsid w:val="002A20C0"/>
    <w:rsid w:val="002C36CB"/>
    <w:rsid w:val="002F1096"/>
    <w:rsid w:val="003200B0"/>
    <w:rsid w:val="00325CE6"/>
    <w:rsid w:val="0033677B"/>
    <w:rsid w:val="003504CA"/>
    <w:rsid w:val="003550E5"/>
    <w:rsid w:val="00384055"/>
    <w:rsid w:val="003A2891"/>
    <w:rsid w:val="003A6CA0"/>
    <w:rsid w:val="003E41DF"/>
    <w:rsid w:val="003F312C"/>
    <w:rsid w:val="00406693"/>
    <w:rsid w:val="004219B3"/>
    <w:rsid w:val="00440738"/>
    <w:rsid w:val="00440A64"/>
    <w:rsid w:val="00441551"/>
    <w:rsid w:val="004454BC"/>
    <w:rsid w:val="004566AE"/>
    <w:rsid w:val="004707EE"/>
    <w:rsid w:val="00486BB9"/>
    <w:rsid w:val="00487A9F"/>
    <w:rsid w:val="0049775C"/>
    <w:rsid w:val="004B1F7A"/>
    <w:rsid w:val="004C75DF"/>
    <w:rsid w:val="004E69CF"/>
    <w:rsid w:val="0053521A"/>
    <w:rsid w:val="005450CA"/>
    <w:rsid w:val="0056088C"/>
    <w:rsid w:val="005A768C"/>
    <w:rsid w:val="005B24AE"/>
    <w:rsid w:val="005C61D5"/>
    <w:rsid w:val="005E7DB3"/>
    <w:rsid w:val="005F5C15"/>
    <w:rsid w:val="0063688F"/>
    <w:rsid w:val="0066200B"/>
    <w:rsid w:val="00673057"/>
    <w:rsid w:val="00691D1A"/>
    <w:rsid w:val="00694682"/>
    <w:rsid w:val="00697EF0"/>
    <w:rsid w:val="006A1DB0"/>
    <w:rsid w:val="006E2CBA"/>
    <w:rsid w:val="006F3EF5"/>
    <w:rsid w:val="006F55DA"/>
    <w:rsid w:val="007002CD"/>
    <w:rsid w:val="00701969"/>
    <w:rsid w:val="00707AB2"/>
    <w:rsid w:val="00734FC9"/>
    <w:rsid w:val="00735B56"/>
    <w:rsid w:val="0076041F"/>
    <w:rsid w:val="007660BD"/>
    <w:rsid w:val="007903FF"/>
    <w:rsid w:val="007A739F"/>
    <w:rsid w:val="007D30ED"/>
    <w:rsid w:val="007F0E02"/>
    <w:rsid w:val="007F794E"/>
    <w:rsid w:val="00814126"/>
    <w:rsid w:val="0085114E"/>
    <w:rsid w:val="00851316"/>
    <w:rsid w:val="008519B5"/>
    <w:rsid w:val="0088189B"/>
    <w:rsid w:val="008A757C"/>
    <w:rsid w:val="008B38C9"/>
    <w:rsid w:val="008D6821"/>
    <w:rsid w:val="008E5638"/>
    <w:rsid w:val="008F44B1"/>
    <w:rsid w:val="00911EA8"/>
    <w:rsid w:val="009142A8"/>
    <w:rsid w:val="009565A1"/>
    <w:rsid w:val="009C1AEA"/>
    <w:rsid w:val="009F467A"/>
    <w:rsid w:val="009F5858"/>
    <w:rsid w:val="00A278A9"/>
    <w:rsid w:val="00A27FFA"/>
    <w:rsid w:val="00A44BEA"/>
    <w:rsid w:val="00A45936"/>
    <w:rsid w:val="00A45ECC"/>
    <w:rsid w:val="00A61204"/>
    <w:rsid w:val="00A6432D"/>
    <w:rsid w:val="00A84FBB"/>
    <w:rsid w:val="00A8701A"/>
    <w:rsid w:val="00A93918"/>
    <w:rsid w:val="00A94E76"/>
    <w:rsid w:val="00AC0EFA"/>
    <w:rsid w:val="00AC773C"/>
    <w:rsid w:val="00AE0936"/>
    <w:rsid w:val="00AE223C"/>
    <w:rsid w:val="00AE5FBA"/>
    <w:rsid w:val="00AF1BF3"/>
    <w:rsid w:val="00AF308B"/>
    <w:rsid w:val="00AF7CE9"/>
    <w:rsid w:val="00B07001"/>
    <w:rsid w:val="00B114A3"/>
    <w:rsid w:val="00B158EF"/>
    <w:rsid w:val="00B2362E"/>
    <w:rsid w:val="00B721D5"/>
    <w:rsid w:val="00B73F78"/>
    <w:rsid w:val="00B82534"/>
    <w:rsid w:val="00B82EFE"/>
    <w:rsid w:val="00B8380A"/>
    <w:rsid w:val="00B90267"/>
    <w:rsid w:val="00BA1419"/>
    <w:rsid w:val="00BA1A6C"/>
    <w:rsid w:val="00BA43DA"/>
    <w:rsid w:val="00BB19F4"/>
    <w:rsid w:val="00BE6ACD"/>
    <w:rsid w:val="00C07EFB"/>
    <w:rsid w:val="00C24D93"/>
    <w:rsid w:val="00C25983"/>
    <w:rsid w:val="00C32885"/>
    <w:rsid w:val="00C649EB"/>
    <w:rsid w:val="00CA505C"/>
    <w:rsid w:val="00CB31DE"/>
    <w:rsid w:val="00CB6D7B"/>
    <w:rsid w:val="00D15FB0"/>
    <w:rsid w:val="00D17EAA"/>
    <w:rsid w:val="00D66661"/>
    <w:rsid w:val="00D852CC"/>
    <w:rsid w:val="00D9613A"/>
    <w:rsid w:val="00DA6E99"/>
    <w:rsid w:val="00DB38B1"/>
    <w:rsid w:val="00DB5406"/>
    <w:rsid w:val="00DB7EBF"/>
    <w:rsid w:val="00DE661D"/>
    <w:rsid w:val="00DF65C9"/>
    <w:rsid w:val="00E00081"/>
    <w:rsid w:val="00E160AC"/>
    <w:rsid w:val="00E22060"/>
    <w:rsid w:val="00E23387"/>
    <w:rsid w:val="00E57CBE"/>
    <w:rsid w:val="00E6520F"/>
    <w:rsid w:val="00E75262"/>
    <w:rsid w:val="00E832AE"/>
    <w:rsid w:val="00EB255E"/>
    <w:rsid w:val="00EC20C4"/>
    <w:rsid w:val="00F1104F"/>
    <w:rsid w:val="00F216FD"/>
    <w:rsid w:val="00F26978"/>
    <w:rsid w:val="00F26B26"/>
    <w:rsid w:val="00F57C89"/>
    <w:rsid w:val="00F73876"/>
    <w:rsid w:val="00F848AB"/>
    <w:rsid w:val="00F86E89"/>
    <w:rsid w:val="00F90A89"/>
    <w:rsid w:val="00F9508F"/>
    <w:rsid w:val="00FB6411"/>
    <w:rsid w:val="00FC51F8"/>
    <w:rsid w:val="00FE59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9E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3677B"/>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33677B"/>
    <w:rPr>
      <w:rFonts w:ascii="Tahoma" w:hAnsi="Tahoma"/>
      <w:sz w:val="16"/>
    </w:rPr>
  </w:style>
  <w:style w:type="paragraph" w:styleId="Header">
    <w:name w:val="header"/>
    <w:basedOn w:val="Normal"/>
    <w:link w:val="HeaderChar"/>
    <w:uiPriority w:val="99"/>
    <w:rsid w:val="00AF1BF3"/>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AF1BF3"/>
  </w:style>
  <w:style w:type="paragraph" w:styleId="Footer">
    <w:name w:val="footer"/>
    <w:basedOn w:val="Normal"/>
    <w:link w:val="FooterChar"/>
    <w:uiPriority w:val="99"/>
    <w:rsid w:val="00AF1BF3"/>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AF1BF3"/>
  </w:style>
</w:styles>
</file>

<file path=word/webSettings.xml><?xml version="1.0" encoding="utf-8"?>
<w:webSettings xmlns:r="http://schemas.openxmlformats.org/officeDocument/2006/relationships" xmlns:w="http://schemas.openxmlformats.org/wordprocessingml/2006/main">
  <w:divs>
    <w:div w:id="287516341">
      <w:marLeft w:val="0"/>
      <w:marRight w:val="0"/>
      <w:marTop w:val="0"/>
      <w:marBottom w:val="0"/>
      <w:divBdr>
        <w:top w:val="none" w:sz="0" w:space="0" w:color="auto"/>
        <w:left w:val="none" w:sz="0" w:space="0" w:color="auto"/>
        <w:bottom w:val="none" w:sz="0" w:space="0" w:color="auto"/>
        <w:right w:val="none" w:sz="0" w:space="0" w:color="auto"/>
      </w:divBdr>
    </w:div>
    <w:div w:id="287516342">
      <w:marLeft w:val="0"/>
      <w:marRight w:val="0"/>
      <w:marTop w:val="0"/>
      <w:marBottom w:val="0"/>
      <w:divBdr>
        <w:top w:val="none" w:sz="0" w:space="0" w:color="auto"/>
        <w:left w:val="none" w:sz="0" w:space="0" w:color="auto"/>
        <w:bottom w:val="none" w:sz="0" w:space="0" w:color="auto"/>
        <w:right w:val="none" w:sz="0" w:space="0" w:color="auto"/>
      </w:divBdr>
    </w:div>
    <w:div w:id="287516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qrcoder.ru/code/?http://dnrsovet.su/zakonodatelnaya-deyatelnost/prinyatye/zakony/zakon-dnr-o-mgb/&amp;2&amp;0"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38</Pages>
  <Words>10682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Starosud</dc:creator>
  <cp:keywords/>
  <dc:description/>
  <cp:lastModifiedBy>Julia</cp:lastModifiedBy>
  <cp:revision>3</cp:revision>
  <cp:lastPrinted>2014-12-01T08:58:00Z</cp:lastPrinted>
  <dcterms:created xsi:type="dcterms:W3CDTF">2018-08-14T10:06:00Z</dcterms:created>
  <dcterms:modified xsi:type="dcterms:W3CDTF">2018-08-14T10:07:00Z</dcterms:modified>
</cp:coreProperties>
</file>